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B5B4" w14:textId="77777777" w:rsidR="003F1152" w:rsidRPr="0091069E" w:rsidRDefault="003F1152" w:rsidP="007F3562">
      <w:pPr>
        <w:jc w:val="both"/>
        <w:rPr>
          <w:b/>
          <w:bCs/>
        </w:rPr>
      </w:pPr>
    </w:p>
    <w:p w14:paraId="6233A4A3" w14:textId="77777777" w:rsidR="0091069E" w:rsidRPr="0091069E" w:rsidRDefault="00096AE8" w:rsidP="00096AE8">
      <w:pPr>
        <w:jc w:val="center"/>
        <w:rPr>
          <w:b/>
          <w:bCs/>
        </w:rPr>
      </w:pPr>
      <w:r>
        <w:rPr>
          <w:b/>
          <w:bCs/>
        </w:rPr>
        <w:t xml:space="preserve">OMANIKUJÄRELEVALVE </w:t>
      </w:r>
      <w:r w:rsidR="0091069E" w:rsidRPr="0091069E">
        <w:rPr>
          <w:b/>
          <w:bCs/>
        </w:rPr>
        <w:t>KÄSUNDUSLEPING nr</w:t>
      </w:r>
      <w:r w:rsidR="001848B4">
        <w:rPr>
          <w:b/>
          <w:bCs/>
        </w:rPr>
        <w:t>.</w:t>
      </w:r>
      <w:r w:rsidR="004963C3">
        <w:rPr>
          <w:b/>
          <w:bCs/>
        </w:rPr>
        <w:t>1-46.11.30/2022</w:t>
      </w:r>
      <w:r w:rsidR="00D367B7">
        <w:rPr>
          <w:b/>
          <w:bCs/>
        </w:rPr>
        <w:t>/</w:t>
      </w:r>
      <w:r w:rsidR="00D01BE7">
        <w:rPr>
          <w:b/>
          <w:bCs/>
        </w:rPr>
        <w:t>14</w:t>
      </w:r>
    </w:p>
    <w:p w14:paraId="723FF0C8" w14:textId="77777777" w:rsidR="0091069E" w:rsidRDefault="0091069E" w:rsidP="0091069E">
      <w:pPr>
        <w:jc w:val="both"/>
        <w:rPr>
          <w:b/>
          <w:bCs/>
        </w:rPr>
      </w:pPr>
    </w:p>
    <w:p w14:paraId="1A051442" w14:textId="77777777" w:rsidR="0091069E" w:rsidRPr="00233CB1" w:rsidRDefault="00C25B68" w:rsidP="00233CB1">
      <w:pPr>
        <w:jc w:val="right"/>
        <w:rPr>
          <w:bCs/>
          <w:i/>
          <w:sz w:val="20"/>
          <w:szCs w:val="20"/>
        </w:rPr>
      </w:pPr>
      <w:r w:rsidRPr="00233CB1">
        <w:rPr>
          <w:bCs/>
          <w:i/>
          <w:sz w:val="20"/>
          <w:szCs w:val="20"/>
        </w:rPr>
        <w:t>/</w:t>
      </w:r>
      <w:r w:rsidR="008A1CE9" w:rsidRPr="008A1CE9">
        <w:t xml:space="preserve"> </w:t>
      </w:r>
      <w:r w:rsidR="008A1CE9" w:rsidRPr="008A1CE9">
        <w:rPr>
          <w:bCs/>
          <w:i/>
          <w:sz w:val="20"/>
          <w:szCs w:val="20"/>
        </w:rPr>
        <w:t>hiliseima digitaalallkirja kuupäev</w:t>
      </w:r>
      <w:r w:rsidRPr="00233CB1">
        <w:rPr>
          <w:bCs/>
          <w:i/>
          <w:sz w:val="20"/>
          <w:szCs w:val="20"/>
        </w:rPr>
        <w:t>/</w:t>
      </w:r>
    </w:p>
    <w:p w14:paraId="4FE6D528" w14:textId="77777777" w:rsidR="0091069E" w:rsidRDefault="0091069E" w:rsidP="007F3562">
      <w:pPr>
        <w:jc w:val="both"/>
        <w:rPr>
          <w:b/>
          <w:bCs/>
        </w:rPr>
      </w:pPr>
    </w:p>
    <w:p w14:paraId="658C4DAD" w14:textId="77777777" w:rsidR="003F1152" w:rsidRPr="0091069E" w:rsidRDefault="003F1152" w:rsidP="007F3562">
      <w:pPr>
        <w:jc w:val="both"/>
        <w:rPr>
          <w:b/>
          <w:bCs/>
        </w:rPr>
      </w:pPr>
    </w:p>
    <w:p w14:paraId="528CC023" w14:textId="77777777" w:rsidR="00AB5DAB" w:rsidRPr="00AB5DAB" w:rsidRDefault="00AB5DAB" w:rsidP="00AB5DAB">
      <w:pPr>
        <w:jc w:val="both"/>
        <w:rPr>
          <w:rFonts w:eastAsiaTheme="minorHAnsi"/>
          <w:bCs/>
          <w:lang w:eastAsia="en-US"/>
        </w:rPr>
      </w:pPr>
      <w:r w:rsidRPr="00AB5DAB">
        <w:rPr>
          <w:rFonts w:eastAsiaTheme="minorHAnsi"/>
          <w:b/>
          <w:bCs/>
          <w:lang w:eastAsia="en-US"/>
        </w:rPr>
        <w:t>Riigimetsa Majandamise Keskus</w:t>
      </w:r>
      <w:r w:rsidRPr="00AB5DAB">
        <w:rPr>
          <w:rFonts w:eastAsiaTheme="minorHAnsi"/>
          <w:bCs/>
          <w:lang w:eastAsia="en-US"/>
        </w:rPr>
        <w:t xml:space="preserve"> (edaspidi nimetatud </w:t>
      </w:r>
      <w:r w:rsidR="001848B4">
        <w:rPr>
          <w:rFonts w:eastAsiaTheme="minorHAnsi"/>
          <w:b/>
          <w:bCs/>
          <w:lang w:eastAsia="en-US"/>
        </w:rPr>
        <w:t>käsundiandja</w:t>
      </w:r>
      <w:r w:rsidRPr="00AB5DAB">
        <w:rPr>
          <w:rFonts w:eastAsiaTheme="minorHAnsi"/>
          <w:bCs/>
          <w:lang w:eastAsia="en-US"/>
        </w:rPr>
        <w:t xml:space="preserve">), keda esindab RMK juhatuse esimehe </w:t>
      </w:r>
      <w:r w:rsidRPr="00AB5DAB">
        <w:rPr>
          <w:rFonts w:eastAsiaTheme="minorHAnsi"/>
          <w:bCs/>
          <w:lang w:val="en-AU" w:eastAsia="en-US"/>
        </w:rPr>
        <w:t xml:space="preserve">10.02.2020.a </w:t>
      </w:r>
      <w:proofErr w:type="spellStart"/>
      <w:r w:rsidRPr="00AB5DAB">
        <w:rPr>
          <w:rFonts w:eastAsiaTheme="minorHAnsi"/>
          <w:bCs/>
          <w:lang w:val="en-AU" w:eastAsia="en-US"/>
        </w:rPr>
        <w:t>käskkirja</w:t>
      </w:r>
      <w:proofErr w:type="spellEnd"/>
      <w:r w:rsidRPr="00AB5DAB">
        <w:rPr>
          <w:rFonts w:eastAsiaTheme="minorHAnsi"/>
          <w:bCs/>
          <w:lang w:val="en-AU" w:eastAsia="en-US"/>
        </w:rPr>
        <w:t xml:space="preserve"> 1-5/32 </w:t>
      </w:r>
      <w:r w:rsidRPr="00AB5DAB">
        <w:rPr>
          <w:rFonts w:eastAsiaTheme="minorHAnsi"/>
          <w:bCs/>
          <w:lang w:eastAsia="en-US"/>
        </w:rPr>
        <w:t xml:space="preserve">„RMK külastuskorraldusosakonna töötajatele volituste andmine“ alusel </w:t>
      </w:r>
      <w:r w:rsidRPr="00AB5DAB">
        <w:rPr>
          <w:rFonts w:eastAsiaTheme="minorHAnsi"/>
          <w:bCs/>
          <w:lang w:val="en-AU" w:eastAsia="en-US"/>
        </w:rPr>
        <w:t xml:space="preserve">RMK </w:t>
      </w:r>
      <w:r>
        <w:rPr>
          <w:rFonts w:eastAsiaTheme="minorHAnsi"/>
          <w:bCs/>
          <w:lang w:eastAsia="en-US"/>
        </w:rPr>
        <w:t>Põhja-Eesti piirkonna juht</w:t>
      </w:r>
      <w:r w:rsidRPr="00AB5DAB">
        <w:rPr>
          <w:rFonts w:eastAsiaTheme="minorHAnsi"/>
          <w:bCs/>
          <w:lang w:val="en-AU" w:eastAsia="en-US"/>
        </w:rPr>
        <w:t xml:space="preserve"> </w:t>
      </w:r>
      <w:r w:rsidRPr="00ED62A0">
        <w:rPr>
          <w:rFonts w:eastAsiaTheme="minorHAnsi"/>
          <w:bCs/>
          <w:lang w:val="en-AU" w:eastAsia="en-US"/>
        </w:rPr>
        <w:t>Jaanus Käärma</w:t>
      </w:r>
      <w:r w:rsidRPr="00AB5DAB">
        <w:rPr>
          <w:rFonts w:eastAsiaTheme="minorHAnsi"/>
          <w:bCs/>
          <w:lang w:eastAsia="en-US"/>
        </w:rPr>
        <w:t>, ühelt poolt</w:t>
      </w:r>
      <w:r w:rsidRPr="00AB5DAB">
        <w:rPr>
          <w:rFonts w:eastAsiaTheme="minorHAnsi"/>
          <w:b/>
          <w:bCs/>
          <w:lang w:eastAsia="en-US"/>
        </w:rPr>
        <w:t>,</w:t>
      </w:r>
    </w:p>
    <w:p w14:paraId="7CB3D3D4" w14:textId="77777777" w:rsidR="007F3562" w:rsidRPr="0091069E" w:rsidRDefault="007F3562" w:rsidP="008F27DC">
      <w:pPr>
        <w:jc w:val="both"/>
      </w:pPr>
    </w:p>
    <w:p w14:paraId="19D27968" w14:textId="77777777" w:rsidR="00635922" w:rsidRDefault="00635922" w:rsidP="00635922">
      <w:pPr>
        <w:jc w:val="both"/>
      </w:pPr>
      <w:r>
        <w:t xml:space="preserve">ja </w:t>
      </w:r>
      <w:r w:rsidRPr="00ED62A0">
        <w:rPr>
          <w:b/>
        </w:rPr>
        <w:t>E&amp;A Ehitus ja Kaubandus OÜ</w:t>
      </w:r>
      <w:r>
        <w:t xml:space="preserve">, keda esindab seaduse ja põhikirja alusel juhatuse liige Eldur Kalmann, </w:t>
      </w:r>
      <w:r w:rsidR="00ED62A0">
        <w:t>(</w:t>
      </w:r>
      <w:r>
        <w:t xml:space="preserve">edaspidi </w:t>
      </w:r>
      <w:r w:rsidR="00ED62A0">
        <w:t xml:space="preserve">nimetatud </w:t>
      </w:r>
      <w:r w:rsidR="001848B4">
        <w:rPr>
          <w:b/>
        </w:rPr>
        <w:t>k</w:t>
      </w:r>
      <w:r w:rsidRPr="00ED62A0">
        <w:rPr>
          <w:b/>
        </w:rPr>
        <w:t>äsundisaaja</w:t>
      </w:r>
      <w:r w:rsidR="00ED62A0">
        <w:t>)</w:t>
      </w:r>
      <w:r>
        <w:t>, teiselt poolt,</w:t>
      </w:r>
    </w:p>
    <w:p w14:paraId="3A885B54" w14:textId="77777777" w:rsidR="00635922" w:rsidRDefault="00635922" w:rsidP="00635922">
      <w:pPr>
        <w:jc w:val="both"/>
      </w:pPr>
    </w:p>
    <w:p w14:paraId="1C248979" w14:textId="77777777" w:rsidR="00D024DB" w:rsidRPr="0091069E" w:rsidRDefault="00D024DB" w:rsidP="007F3562">
      <w:pPr>
        <w:jc w:val="both"/>
      </w:pPr>
      <w:r w:rsidRPr="0091069E">
        <w:t xml:space="preserve">keda nimetatakse edaspidi </w:t>
      </w:r>
      <w:r w:rsidR="00771410">
        <w:rPr>
          <w:b/>
        </w:rPr>
        <w:t>p</w:t>
      </w:r>
      <w:r w:rsidRPr="0091069E">
        <w:rPr>
          <w:b/>
        </w:rPr>
        <w:t>ool</w:t>
      </w:r>
      <w:r w:rsidRPr="0091069E">
        <w:t xml:space="preserve"> või ühiselt </w:t>
      </w:r>
      <w:r w:rsidR="00771410">
        <w:rPr>
          <w:b/>
        </w:rPr>
        <w:t>p</w:t>
      </w:r>
      <w:r w:rsidRPr="0091069E">
        <w:rPr>
          <w:b/>
        </w:rPr>
        <w:t>ooled</w:t>
      </w:r>
      <w:r w:rsidRPr="0091069E">
        <w:t>,</w:t>
      </w:r>
      <w:r w:rsidR="00EE6A8D">
        <w:t xml:space="preserve"> </w:t>
      </w:r>
    </w:p>
    <w:p w14:paraId="40BAA646" w14:textId="77777777" w:rsidR="00A1592F" w:rsidRPr="0091069E" w:rsidRDefault="00A1592F" w:rsidP="00A1592F">
      <w:pPr>
        <w:jc w:val="both"/>
      </w:pPr>
    </w:p>
    <w:p w14:paraId="53899190" w14:textId="77777777" w:rsidR="00D024DB" w:rsidRPr="001734D8" w:rsidRDefault="00D024DB" w:rsidP="0080103D">
      <w:pPr>
        <w:spacing w:after="120"/>
        <w:jc w:val="both"/>
      </w:pPr>
      <w:r w:rsidRPr="001A7B2E">
        <w:t xml:space="preserve">sõlmisid käesoleva lepingu, edaspidi </w:t>
      </w:r>
      <w:r w:rsidR="00771410" w:rsidRPr="001A7B2E">
        <w:rPr>
          <w:b/>
        </w:rPr>
        <w:t>l</w:t>
      </w:r>
      <w:r w:rsidRPr="001A7B2E">
        <w:rPr>
          <w:b/>
        </w:rPr>
        <w:t>eping</w:t>
      </w:r>
      <w:r w:rsidRPr="001A7B2E">
        <w:t xml:space="preserve">, </w:t>
      </w:r>
      <w:r w:rsidR="00116F1C" w:rsidRPr="00440FC6">
        <w:t>väikehanke</w:t>
      </w:r>
      <w:r w:rsidRPr="00440FC6">
        <w:t xml:space="preserve"> 1-47/</w:t>
      </w:r>
      <w:r w:rsidR="000A2472" w:rsidRPr="00440FC6">
        <w:t>2436</w:t>
      </w:r>
      <w:r w:rsidR="001E6CED" w:rsidRPr="001A7B2E">
        <w:t xml:space="preserve"> </w:t>
      </w:r>
      <w:r w:rsidR="001A7B2E" w:rsidRPr="001A7B2E">
        <w:t>„</w:t>
      </w:r>
      <w:r w:rsidR="0018730D">
        <w:rPr>
          <w:b/>
        </w:rPr>
        <w:t>Poruni matkaraja ja lõkkekohtade taristu rekonstrueerimisele</w:t>
      </w:r>
      <w:r w:rsidR="0018730D" w:rsidRPr="004E6063">
        <w:rPr>
          <w:b/>
          <w:iCs/>
        </w:rPr>
        <w:t xml:space="preserve"> omanikuj</w:t>
      </w:r>
      <w:r w:rsidR="0018730D">
        <w:rPr>
          <w:b/>
          <w:iCs/>
        </w:rPr>
        <w:t>ärelevalve teenuse tellimine</w:t>
      </w:r>
      <w:r w:rsidR="001A7B2E" w:rsidRPr="001A7B2E">
        <w:rPr>
          <w:b/>
          <w:iCs/>
        </w:rPr>
        <w:t>“</w:t>
      </w:r>
      <w:r w:rsidR="00116F1C" w:rsidRPr="001A7B2E">
        <w:t xml:space="preserve"> </w:t>
      </w:r>
      <w:r w:rsidR="00DF6257" w:rsidRPr="001A7B2E">
        <w:t>(</w:t>
      </w:r>
      <w:r w:rsidR="005924F6" w:rsidRPr="001A7B2E">
        <w:t>viitenumber</w:t>
      </w:r>
      <w:r w:rsidR="006F49E4" w:rsidRPr="001A7B2E">
        <w:t xml:space="preserve"> </w:t>
      </w:r>
      <w:r w:rsidR="00824943">
        <w:t xml:space="preserve">245202 </w:t>
      </w:r>
      <w:r w:rsidR="001734D8" w:rsidRPr="001A7B2E">
        <w:t xml:space="preserve">) </w:t>
      </w:r>
      <w:r w:rsidR="00DF6257" w:rsidRPr="001A7B2E">
        <w:t xml:space="preserve"> </w:t>
      </w:r>
      <w:r w:rsidRPr="001A7B2E">
        <w:t>tulemusena alljärgnevas:</w:t>
      </w:r>
      <w:r w:rsidR="00F30619">
        <w:t xml:space="preserve"> </w:t>
      </w:r>
    </w:p>
    <w:p w14:paraId="5FA21BC0" w14:textId="77777777" w:rsidR="00825249" w:rsidRPr="0091069E" w:rsidRDefault="00D024DB" w:rsidP="00825249">
      <w:pPr>
        <w:numPr>
          <w:ilvl w:val="0"/>
          <w:numId w:val="9"/>
        </w:numPr>
        <w:spacing w:before="240" w:after="120"/>
        <w:jc w:val="both"/>
        <w:rPr>
          <w:b/>
        </w:rPr>
      </w:pPr>
      <w:r w:rsidRPr="0091069E">
        <w:rPr>
          <w:b/>
        </w:rPr>
        <w:t>Lepingu objekt</w:t>
      </w:r>
    </w:p>
    <w:p w14:paraId="690F77CE" w14:textId="77777777" w:rsidR="0065237A" w:rsidRPr="0091069E" w:rsidRDefault="000D17C9" w:rsidP="00825249">
      <w:pPr>
        <w:spacing w:before="240" w:after="120"/>
        <w:jc w:val="both"/>
        <w:rPr>
          <w:b/>
        </w:rPr>
      </w:pPr>
      <w:r w:rsidRPr="0091069E">
        <w:t>Käsundisaaja</w:t>
      </w:r>
      <w:r w:rsidR="00771410">
        <w:t xml:space="preserve"> kohustub vastavalt l</w:t>
      </w:r>
      <w:r w:rsidR="00D40840" w:rsidRPr="0091069E">
        <w:t xml:space="preserve">epingu dokumentidele </w:t>
      </w:r>
      <w:r w:rsidR="0044482F" w:rsidRPr="0091069E">
        <w:t>osutama</w:t>
      </w:r>
      <w:r w:rsidR="0006217E" w:rsidRPr="0091069E">
        <w:t xml:space="preserve"> </w:t>
      </w:r>
      <w:r w:rsidR="00771410">
        <w:rPr>
          <w:color w:val="000000"/>
        </w:rPr>
        <w:t>k</w:t>
      </w:r>
      <w:r w:rsidR="007466DD" w:rsidRPr="0091069E">
        <w:rPr>
          <w:color w:val="000000"/>
        </w:rPr>
        <w:t>äsundiandjale</w:t>
      </w:r>
      <w:r w:rsidR="00D40840" w:rsidRPr="0091069E">
        <w:t xml:space="preserve"> omanik</w:t>
      </w:r>
      <w:r w:rsidR="00EE230D" w:rsidRPr="0091069E">
        <w:t>u</w:t>
      </w:r>
      <w:r w:rsidR="00D40840" w:rsidRPr="0091069E">
        <w:t>järelevalve</w:t>
      </w:r>
      <w:r w:rsidR="0044482F" w:rsidRPr="0091069E">
        <w:t xml:space="preserve"> teenust</w:t>
      </w:r>
      <w:r w:rsidR="00D40840" w:rsidRPr="0091069E">
        <w:t xml:space="preserve"> </w:t>
      </w:r>
      <w:r w:rsidR="00DF68BF" w:rsidRPr="0091069E">
        <w:rPr>
          <w:color w:val="000000"/>
        </w:rPr>
        <w:t xml:space="preserve">RMK </w:t>
      </w:r>
      <w:r w:rsidR="0018730D">
        <w:rPr>
          <w:b/>
        </w:rPr>
        <w:t>Poruni matkaraja ja lõkkekohtade taristu</w:t>
      </w:r>
      <w:r w:rsidR="00BD3F7C">
        <w:rPr>
          <w:b/>
        </w:rPr>
        <w:t xml:space="preserve"> </w:t>
      </w:r>
      <w:r w:rsidR="0027209F" w:rsidRPr="0091069E">
        <w:t>re</w:t>
      </w:r>
      <w:r w:rsidR="00DF68BF" w:rsidRPr="0091069E">
        <w:t>konstrueerimist</w:t>
      </w:r>
      <w:r w:rsidR="00D40840" w:rsidRPr="0091069E">
        <w:t>öödel</w:t>
      </w:r>
      <w:r w:rsidR="00D4190F">
        <w:rPr>
          <w:bCs/>
        </w:rPr>
        <w:t>e</w:t>
      </w:r>
    </w:p>
    <w:p w14:paraId="1173F8A0" w14:textId="77777777" w:rsidR="0065237A" w:rsidRPr="0091069E" w:rsidRDefault="0065237A" w:rsidP="0065237A">
      <w:pPr>
        <w:jc w:val="both"/>
        <w:rPr>
          <w:bCs/>
        </w:rPr>
      </w:pPr>
    </w:p>
    <w:p w14:paraId="2915BCFC" w14:textId="77777777" w:rsidR="0091069E" w:rsidRPr="00440FC6" w:rsidRDefault="0005270D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Lepingu dokumendid</w:t>
      </w:r>
    </w:p>
    <w:p w14:paraId="41FFE57D" w14:textId="77777777" w:rsidR="00233CB1" w:rsidRDefault="00F25F8B" w:rsidP="00F25F8B">
      <w:pPr>
        <w:jc w:val="both"/>
      </w:pPr>
      <w:r w:rsidRPr="0091069E">
        <w:t xml:space="preserve">2.1. </w:t>
      </w:r>
      <w:r w:rsidR="007466DD" w:rsidRPr="0091069E">
        <w:t>Omanikujärelevalve</w:t>
      </w:r>
      <w:r w:rsidR="00771410">
        <w:t xml:space="preserve"> teenus osutatakse vastavalt l</w:t>
      </w:r>
      <w:r w:rsidR="00E762D2" w:rsidRPr="0091069E">
        <w:t>epingule,</w:t>
      </w:r>
      <w:r w:rsidR="00D024DB" w:rsidRPr="0091069E">
        <w:t xml:space="preserve"> võlaõigusseadusele,</w:t>
      </w:r>
      <w:r w:rsidR="00E762D2" w:rsidRPr="0091069E">
        <w:t xml:space="preserve"> </w:t>
      </w:r>
      <w:r w:rsidR="004F7693">
        <w:t xml:space="preserve">ehitusseadustikule ja </w:t>
      </w:r>
      <w:r w:rsidR="00D024DB" w:rsidRPr="0091069E">
        <w:t xml:space="preserve">majandus- ja </w:t>
      </w:r>
      <w:r w:rsidR="005F20FC">
        <w:t>taristu</w:t>
      </w:r>
      <w:r w:rsidR="00D024DB" w:rsidRPr="0091069E">
        <w:t xml:space="preserve">ministri </w:t>
      </w:r>
      <w:r w:rsidR="009F2A72" w:rsidRPr="00233CB1">
        <w:t xml:space="preserve">02.07.2015 </w:t>
      </w:r>
      <w:r w:rsidR="004F7693" w:rsidRPr="00233CB1">
        <w:t xml:space="preserve">määrusele </w:t>
      </w:r>
      <w:r w:rsidR="009F2A72" w:rsidRPr="00233CB1">
        <w:t>nr 80</w:t>
      </w:r>
      <w:r w:rsidR="004F7693">
        <w:t xml:space="preserve"> </w:t>
      </w:r>
      <w:r w:rsidR="0006217E" w:rsidRPr="0091069E">
        <w:t>„</w:t>
      </w:r>
      <w:r w:rsidR="00D024DB" w:rsidRPr="0091069E">
        <w:t>Omanikujärelevalve tegemise kord”</w:t>
      </w:r>
      <w:r w:rsidR="004F7693">
        <w:t>.</w:t>
      </w:r>
      <w:r w:rsidR="0006217E" w:rsidRPr="0091069E">
        <w:t xml:space="preserve"> </w:t>
      </w:r>
      <w:r w:rsidR="00771410">
        <w:t>Kui l</w:t>
      </w:r>
      <w:r w:rsidR="00E762D2" w:rsidRPr="0091069E">
        <w:t xml:space="preserve">epinguga ei ole sätestatud teisiti, juhinduvad pooled </w:t>
      </w:r>
      <w:r w:rsidR="00BB51DC">
        <w:t>võlaõigusseadusest</w:t>
      </w:r>
      <w:r w:rsidR="004F7693">
        <w:t xml:space="preserve">, ehitusseadustikust </w:t>
      </w:r>
      <w:r w:rsidR="00BB51DC">
        <w:t>ja</w:t>
      </w:r>
      <w:r w:rsidR="00D024DB" w:rsidRPr="0091069E">
        <w:t xml:space="preserve"> „Omanikujärelevalve tegemise korrast“</w:t>
      </w:r>
      <w:r w:rsidR="00BB51DC">
        <w:t>.</w:t>
      </w:r>
      <w:r w:rsidR="00E762D2" w:rsidRPr="0091069E">
        <w:t xml:space="preserve"> </w:t>
      </w:r>
    </w:p>
    <w:p w14:paraId="1113D35D" w14:textId="77777777" w:rsidR="00E762D2" w:rsidRPr="0091069E" w:rsidRDefault="00F25F8B" w:rsidP="00F25F8B">
      <w:pPr>
        <w:jc w:val="both"/>
      </w:pPr>
      <w:r w:rsidRPr="0091069E">
        <w:t xml:space="preserve">2.2. </w:t>
      </w:r>
      <w:r w:rsidR="007466DD" w:rsidRPr="0091069E">
        <w:t>Omanikujärelevalve</w:t>
      </w:r>
      <w:r w:rsidR="00E762D2" w:rsidRPr="0091069E">
        <w:t xml:space="preserve"> </w:t>
      </w:r>
      <w:r w:rsidR="00D024DB" w:rsidRPr="0091069E">
        <w:t xml:space="preserve">tegemisel on aluseks: </w:t>
      </w:r>
    </w:p>
    <w:p w14:paraId="40A0604A" w14:textId="77777777" w:rsidR="00E762D2" w:rsidRPr="0091069E" w:rsidRDefault="00771410" w:rsidP="00F25F8B">
      <w:pPr>
        <w:jc w:val="both"/>
      </w:pPr>
      <w:r>
        <w:t>2.2.1. k</w:t>
      </w:r>
      <w:r w:rsidR="000D17C9" w:rsidRPr="0091069E">
        <w:t>äsundiandja</w:t>
      </w:r>
      <w:r w:rsidR="00E762D2" w:rsidRPr="0091069E">
        <w:t xml:space="preserve"> ja </w:t>
      </w:r>
      <w:r>
        <w:t>ehitaja</w:t>
      </w:r>
      <w:r w:rsidR="007466DD" w:rsidRPr="0091069E">
        <w:t>(</w:t>
      </w:r>
      <w:r w:rsidR="00E762D2" w:rsidRPr="0091069E">
        <w:t>te</w:t>
      </w:r>
      <w:r w:rsidR="007466DD" w:rsidRPr="0091069E">
        <w:t>)</w:t>
      </w:r>
      <w:r w:rsidR="00E762D2" w:rsidRPr="0091069E">
        <w:t xml:space="preserve"> vahel sõlmitud lepingud</w:t>
      </w:r>
      <w:r w:rsidR="007537D4" w:rsidRPr="0091069E">
        <w:t>;</w:t>
      </w:r>
    </w:p>
    <w:p w14:paraId="639AD7FD" w14:textId="77777777" w:rsidR="00D40840" w:rsidRPr="0091069E" w:rsidRDefault="00F25F8B" w:rsidP="00F25F8B">
      <w:pPr>
        <w:jc w:val="both"/>
      </w:pPr>
      <w:r w:rsidRPr="00F70BFF">
        <w:rPr>
          <w:color w:val="000000" w:themeColor="text1"/>
        </w:rPr>
        <w:t xml:space="preserve">2.2.2. </w:t>
      </w:r>
      <w:r w:rsidR="00BD3F7C">
        <w:t>„</w:t>
      </w:r>
      <w:r w:rsidR="0018730D">
        <w:t>Poruni matkaraja ja lõkkekohtade taristu rekonstrueerimine</w:t>
      </w:r>
      <w:r w:rsidR="00BD3F7C">
        <w:t>“</w:t>
      </w:r>
      <w:r w:rsidR="003847C2" w:rsidRPr="00F70BFF">
        <w:rPr>
          <w:color w:val="000000" w:themeColor="text1"/>
        </w:rPr>
        <w:t xml:space="preserve"> </w:t>
      </w:r>
      <w:r w:rsidR="00B02D2C">
        <w:rPr>
          <w:color w:val="000000" w:themeColor="text1"/>
        </w:rPr>
        <w:t>(</w:t>
      </w:r>
      <w:r w:rsidR="0018730D">
        <w:rPr>
          <w:sz w:val="22"/>
          <w:szCs w:val="22"/>
        </w:rPr>
        <w:t>AB Artes Terrae</w:t>
      </w:r>
      <w:r w:rsidR="00B02D2C" w:rsidRPr="00B02D2C">
        <w:rPr>
          <w:sz w:val="22"/>
          <w:szCs w:val="22"/>
        </w:rPr>
        <w:t xml:space="preserve"> OÜ; </w:t>
      </w:r>
      <w:r w:rsidR="00B957F8" w:rsidRPr="00F70BFF">
        <w:rPr>
          <w:color w:val="000000" w:themeColor="text1"/>
        </w:rPr>
        <w:t>Töö</w:t>
      </w:r>
      <w:r w:rsidR="006A4DB2" w:rsidRPr="00F70BFF">
        <w:rPr>
          <w:color w:val="000000" w:themeColor="text1"/>
        </w:rPr>
        <w:t>p</w:t>
      </w:r>
      <w:r w:rsidR="007C4C8F" w:rsidRPr="00F70BFF">
        <w:rPr>
          <w:color w:val="000000" w:themeColor="text1"/>
        </w:rPr>
        <w:t>rojekt</w:t>
      </w:r>
      <w:r w:rsidR="00AB3F10" w:rsidRPr="00F70BFF">
        <w:rPr>
          <w:color w:val="000000" w:themeColor="text1"/>
        </w:rPr>
        <w:t xml:space="preserve"> </w:t>
      </w:r>
      <w:r w:rsidR="0018730D">
        <w:t>TP 20046KP2</w:t>
      </w:r>
      <w:r w:rsidRPr="00F70BFF">
        <w:rPr>
          <w:color w:val="000000" w:themeColor="text1"/>
        </w:rPr>
        <w:t>)</w:t>
      </w:r>
      <w:r w:rsidR="007C4C8F" w:rsidRPr="0091069E">
        <w:t>;</w:t>
      </w:r>
    </w:p>
    <w:p w14:paraId="465CEE56" w14:textId="77777777" w:rsidR="00E762D2" w:rsidRPr="0091069E" w:rsidRDefault="00F25F8B" w:rsidP="00F25F8B">
      <w:pPr>
        <w:jc w:val="both"/>
      </w:pPr>
      <w:r w:rsidRPr="0091069E">
        <w:t xml:space="preserve">2.2.3. </w:t>
      </w:r>
      <w:r w:rsidR="00771410">
        <w:t>k</w:t>
      </w:r>
      <w:r w:rsidR="000D17C9" w:rsidRPr="0091069E">
        <w:t>äsundiandja</w:t>
      </w:r>
      <w:r w:rsidR="00E762D2" w:rsidRPr="0091069E">
        <w:t xml:space="preserve"> poolt tasuta </w:t>
      </w:r>
      <w:r w:rsidR="00771410">
        <w:t>k</w:t>
      </w:r>
      <w:r w:rsidR="000D17C9" w:rsidRPr="0091069E">
        <w:t>äsundisaaja</w:t>
      </w:r>
      <w:r w:rsidR="00E762D2" w:rsidRPr="0091069E">
        <w:t xml:space="preserve">le </w:t>
      </w:r>
      <w:r w:rsidR="00532369" w:rsidRPr="0091069E">
        <w:t xml:space="preserve">kasutada antud </w:t>
      </w:r>
      <w:r w:rsidR="008F76D0" w:rsidRPr="0091069E">
        <w:t>tema valduses olevad dokumendid</w:t>
      </w:r>
      <w:r w:rsidR="00E762D2" w:rsidRPr="0091069E">
        <w:t>, mis p</w:t>
      </w:r>
      <w:r w:rsidR="00771410">
        <w:t>uudutavad töid l</w:t>
      </w:r>
      <w:r w:rsidR="000C02BF" w:rsidRPr="0091069E">
        <w:t>epingu objekti</w:t>
      </w:r>
      <w:r w:rsidR="00D40840" w:rsidRPr="0091069E">
        <w:t>l;</w:t>
      </w:r>
    </w:p>
    <w:p w14:paraId="76302285" w14:textId="77777777" w:rsidR="00D40840" w:rsidRPr="0091069E" w:rsidRDefault="00F25F8B" w:rsidP="00F25F8B">
      <w:pPr>
        <w:jc w:val="both"/>
      </w:pPr>
      <w:r w:rsidRPr="0091069E">
        <w:t xml:space="preserve">2.2.4. </w:t>
      </w:r>
      <w:r w:rsidR="00771410">
        <w:t>k</w:t>
      </w:r>
      <w:r w:rsidR="000D17C9" w:rsidRPr="0091069E">
        <w:t>äsundisaaja</w:t>
      </w:r>
      <w:r w:rsidR="008F76D0" w:rsidRPr="0091069E">
        <w:t xml:space="preserve"> erialase tegevuse vastutuskindlustuse poliis.</w:t>
      </w:r>
    </w:p>
    <w:p w14:paraId="2FA93AE2" w14:textId="77777777" w:rsidR="004F7E12" w:rsidRDefault="007641CC" w:rsidP="007613F4">
      <w:pPr>
        <w:jc w:val="both"/>
        <w:rPr>
          <w:b/>
          <w:u w:val="single"/>
        </w:rPr>
      </w:pPr>
      <w:r w:rsidRPr="0091069E">
        <w:t>2.3. </w:t>
      </w:r>
      <w:r w:rsidR="00E762D2" w:rsidRPr="0091069E">
        <w:t>Kui vastuolud ilmnevad võrdse prioriteediga dokumentide vahel, võetakse aluseks kronoloogiliselt viimasena koostatud dokument. Lepin</w:t>
      </w:r>
      <w:r w:rsidR="00771410">
        <w:t>gu p</w:t>
      </w:r>
      <w:r w:rsidR="00D024DB" w:rsidRPr="0091069E">
        <w:t>ool, kes märkab d</w:t>
      </w:r>
      <w:r w:rsidR="00E762D2" w:rsidRPr="0091069E">
        <w:t>okumentides sisulisi vastuolusid, on kohustatud sellest viiv</w:t>
      </w:r>
      <w:r w:rsidR="00CB05AC" w:rsidRPr="0091069E">
        <w:t xml:space="preserve">itamatult informeerima teist </w:t>
      </w:r>
      <w:r w:rsidR="00E762D2" w:rsidRPr="0091069E">
        <w:t>poolt.</w:t>
      </w:r>
      <w:r w:rsidR="005137F9">
        <w:t xml:space="preserve"> </w:t>
      </w:r>
    </w:p>
    <w:p w14:paraId="0A44BF9B" w14:textId="77777777" w:rsidR="004F7E12" w:rsidRPr="0091069E" w:rsidRDefault="004F7E12" w:rsidP="007613F4">
      <w:pPr>
        <w:jc w:val="both"/>
        <w:rPr>
          <w:b/>
          <w:u w:val="single"/>
        </w:rPr>
      </w:pPr>
    </w:p>
    <w:p w14:paraId="0A774613" w14:textId="77777777" w:rsidR="0091069E" w:rsidRPr="00440FC6" w:rsidRDefault="00DD6741" w:rsidP="0091069E">
      <w:pPr>
        <w:numPr>
          <w:ilvl w:val="0"/>
          <w:numId w:val="9"/>
        </w:numPr>
        <w:jc w:val="both"/>
        <w:rPr>
          <w:b/>
        </w:rPr>
      </w:pPr>
      <w:r w:rsidRPr="0091069E">
        <w:rPr>
          <w:b/>
        </w:rPr>
        <w:t>Tasu</w:t>
      </w:r>
    </w:p>
    <w:p w14:paraId="1CC7F330" w14:textId="77777777" w:rsidR="00B0503F" w:rsidRPr="003F1152" w:rsidRDefault="000D17C9" w:rsidP="003F1152">
      <w:pPr>
        <w:pStyle w:val="ListParagraph"/>
        <w:numPr>
          <w:ilvl w:val="1"/>
          <w:numId w:val="9"/>
        </w:numPr>
        <w:jc w:val="both"/>
        <w:rPr>
          <w:color w:val="000000"/>
        </w:rPr>
      </w:pPr>
      <w:r w:rsidRPr="003F1152">
        <w:rPr>
          <w:color w:val="000000"/>
        </w:rPr>
        <w:t>Käsundisaaja</w:t>
      </w:r>
      <w:r w:rsidR="0091069E" w:rsidRPr="003F1152">
        <w:rPr>
          <w:color w:val="000000"/>
        </w:rPr>
        <w:t>le makstava</w:t>
      </w:r>
      <w:r w:rsidR="00DC4A8F" w:rsidRPr="003F1152">
        <w:rPr>
          <w:color w:val="000000"/>
        </w:rPr>
        <w:t xml:space="preserve"> </w:t>
      </w:r>
      <w:r w:rsidR="00825249" w:rsidRPr="003F1152">
        <w:rPr>
          <w:color w:val="000000"/>
        </w:rPr>
        <w:t xml:space="preserve">tasu suuruseks </w:t>
      </w:r>
      <w:r w:rsidR="00DC4A8F" w:rsidRPr="003F1152">
        <w:rPr>
          <w:color w:val="000000"/>
        </w:rPr>
        <w:t>on</w:t>
      </w:r>
      <w:r w:rsidR="00B0503F" w:rsidRPr="003F1152">
        <w:rPr>
          <w:color w:val="000000"/>
        </w:rPr>
        <w:t>:</w:t>
      </w:r>
    </w:p>
    <w:p w14:paraId="3DC93953" w14:textId="77777777" w:rsidR="00B0503F" w:rsidRDefault="00B0503F" w:rsidP="003F1152">
      <w:pPr>
        <w:pStyle w:val="ListParagraph"/>
        <w:numPr>
          <w:ilvl w:val="2"/>
          <w:numId w:val="9"/>
        </w:numPr>
        <w:jc w:val="both"/>
        <w:rPr>
          <w:color w:val="000000"/>
        </w:rPr>
      </w:pPr>
      <w:r>
        <w:rPr>
          <w:color w:val="000000"/>
        </w:rPr>
        <w:t xml:space="preserve">kuutasu </w:t>
      </w:r>
      <w:r w:rsidR="003E5DDD">
        <w:rPr>
          <w:color w:val="000000"/>
        </w:rPr>
        <w:t>389,00</w:t>
      </w:r>
      <w:r w:rsidR="00DC4A8F" w:rsidRPr="00B0503F">
        <w:rPr>
          <w:color w:val="000000"/>
        </w:rPr>
        <w:t xml:space="preserve"> </w:t>
      </w:r>
      <w:r w:rsidR="006771E1" w:rsidRPr="00B0503F">
        <w:rPr>
          <w:color w:val="000000"/>
        </w:rPr>
        <w:t>e</w:t>
      </w:r>
      <w:r w:rsidR="00DC4A8F" w:rsidRPr="00B0503F">
        <w:rPr>
          <w:color w:val="000000"/>
        </w:rPr>
        <w:t>ur</w:t>
      </w:r>
      <w:r w:rsidR="00532369" w:rsidRPr="00B0503F">
        <w:rPr>
          <w:color w:val="000000"/>
        </w:rPr>
        <w:t>ot</w:t>
      </w:r>
      <w:r w:rsidR="006771E1" w:rsidRPr="00B0503F">
        <w:rPr>
          <w:color w:val="000000"/>
        </w:rPr>
        <w:t xml:space="preserve"> </w:t>
      </w:r>
      <w:r w:rsidRPr="00B0503F">
        <w:rPr>
          <w:color w:val="000000"/>
        </w:rPr>
        <w:t>omanikujärelevalve</w:t>
      </w:r>
      <w:r w:rsidR="006771E1" w:rsidRPr="00B0503F">
        <w:rPr>
          <w:color w:val="000000"/>
        </w:rPr>
        <w:t xml:space="preserve"> teenuse tegeliku osutamise </w:t>
      </w:r>
      <w:r w:rsidRPr="00B0503F">
        <w:rPr>
          <w:color w:val="000000"/>
        </w:rPr>
        <w:t xml:space="preserve">iga </w:t>
      </w:r>
      <w:r w:rsidR="006771E1" w:rsidRPr="00B0503F">
        <w:rPr>
          <w:color w:val="000000"/>
        </w:rPr>
        <w:t>kalendrikuu eest</w:t>
      </w:r>
      <w:r w:rsidRPr="00B0503F">
        <w:rPr>
          <w:color w:val="000000"/>
        </w:rPr>
        <w:t xml:space="preserve">, </w:t>
      </w:r>
      <w:r w:rsidR="00532369" w:rsidRPr="00B0503F">
        <w:rPr>
          <w:color w:val="000000"/>
        </w:rPr>
        <w:t xml:space="preserve"> millele lisandub käibemaks 20%</w:t>
      </w:r>
      <w:r w:rsidRPr="00B0503F">
        <w:rPr>
          <w:color w:val="000000"/>
        </w:rPr>
        <w:t xml:space="preserve">, ja </w:t>
      </w:r>
    </w:p>
    <w:p w14:paraId="6BA90A87" w14:textId="77777777" w:rsidR="003F1152" w:rsidRDefault="00B0503F" w:rsidP="007613F4">
      <w:pPr>
        <w:jc w:val="both"/>
        <w:rPr>
          <w:color w:val="000000"/>
        </w:rPr>
      </w:pPr>
      <w:r>
        <w:rPr>
          <w:color w:val="000000"/>
        </w:rPr>
        <w:t xml:space="preserve">3.1.2. </w:t>
      </w:r>
      <w:r w:rsidR="00DF6257">
        <w:t xml:space="preserve">ühekordne tasu </w:t>
      </w:r>
      <w:r w:rsidR="003E5DDD" w:rsidRPr="003E5DDD">
        <w:t>690,000</w:t>
      </w:r>
      <w:r w:rsidR="00DF6257">
        <w:t xml:space="preserve"> e</w:t>
      </w:r>
      <w:r>
        <w:t>urot ehitustööde (sh vaegtööde) lõpliku vastuvõtmise, täitedokumentatsiooni kontrolli ja lõpparuande koostamise eest, millele lisandub käibemaks 20 %</w:t>
      </w:r>
      <w:r w:rsidR="00DC4A8F" w:rsidRPr="00B0503F">
        <w:rPr>
          <w:color w:val="000000"/>
        </w:rPr>
        <w:t>.</w:t>
      </w:r>
    </w:p>
    <w:p w14:paraId="4F05D407" w14:textId="77777777" w:rsidR="003F1152" w:rsidRDefault="003F1152" w:rsidP="007613F4">
      <w:pPr>
        <w:jc w:val="both"/>
        <w:rPr>
          <w:color w:val="000000"/>
        </w:rPr>
      </w:pPr>
    </w:p>
    <w:p w14:paraId="2DA3FB78" w14:textId="77777777" w:rsidR="00DC4A8F" w:rsidRPr="00590021" w:rsidRDefault="004B1A48" w:rsidP="007613F4">
      <w:pPr>
        <w:jc w:val="both"/>
        <w:rPr>
          <w:color w:val="000000"/>
        </w:rPr>
      </w:pPr>
      <w:r w:rsidRPr="00590021">
        <w:rPr>
          <w:color w:val="000000"/>
        </w:rPr>
        <w:t xml:space="preserve">3.2.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töö eest alljärgnevalt:</w:t>
      </w:r>
    </w:p>
    <w:p w14:paraId="06F2E5CA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3.2.1. </w:t>
      </w:r>
      <w:r w:rsidR="00B0503F" w:rsidRPr="00590021">
        <w:rPr>
          <w:color w:val="000000"/>
        </w:rPr>
        <w:t>igakuiselt omanikujärelevalve teenuse tegeliku</w:t>
      </w:r>
      <w:r w:rsidR="003E5DDD">
        <w:rPr>
          <w:color w:val="000000"/>
        </w:rPr>
        <w:t xml:space="preserve"> osutamise iga kalendrikuu eest           466.80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;</w:t>
      </w:r>
    </w:p>
    <w:p w14:paraId="2F663CE4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3.2.2. </w:t>
      </w:r>
      <w:r w:rsidR="00B0503F" w:rsidRPr="00590021">
        <w:rPr>
          <w:color w:val="000000"/>
        </w:rPr>
        <w:t>ehitustööde (sh vaegtööde) lõpliku vastuvõtmise, täitedokumentatsiooni kontrolli ja lõpparuande ühekordse tasuna</w:t>
      </w:r>
      <w:r w:rsidR="00DC4A8F" w:rsidRPr="00590021">
        <w:rPr>
          <w:color w:val="000000"/>
        </w:rPr>
        <w:t xml:space="preserve"> </w:t>
      </w:r>
      <w:r w:rsidR="003E5DDD">
        <w:rPr>
          <w:color w:val="000000"/>
        </w:rPr>
        <w:t>828,00</w:t>
      </w:r>
      <w:r w:rsidR="00DC4A8F" w:rsidRPr="00590021">
        <w:rPr>
          <w:color w:val="000000"/>
        </w:rPr>
        <w:t xml:space="preserve"> eurot</w:t>
      </w:r>
      <w:r w:rsidR="00AA36B0" w:rsidRPr="00590021">
        <w:rPr>
          <w:color w:val="000000"/>
        </w:rPr>
        <w:t xml:space="preserve"> koos käibemaksuga</w:t>
      </w:r>
      <w:r w:rsidR="00DC4A8F" w:rsidRPr="00590021">
        <w:rPr>
          <w:color w:val="000000"/>
        </w:rPr>
        <w:t>.</w:t>
      </w:r>
    </w:p>
    <w:p w14:paraId="003ACDC0" w14:textId="77777777" w:rsidR="00DC4A8F" w:rsidRPr="00590021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3.2.3.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tasub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le vastavalt </w:t>
      </w:r>
      <w:r w:rsidR="00771410" w:rsidRPr="00590021">
        <w:rPr>
          <w:color w:val="000000"/>
        </w:rPr>
        <w:t>k</w:t>
      </w:r>
      <w:r w:rsidR="000D17C9" w:rsidRPr="00590021">
        <w:rPr>
          <w:color w:val="000000"/>
        </w:rPr>
        <w:t>äsundisaaja</w:t>
      </w:r>
      <w:r w:rsidR="00DC4A8F" w:rsidRPr="00590021">
        <w:rPr>
          <w:color w:val="000000"/>
        </w:rPr>
        <w:t xml:space="preserve"> poolt esitatud </w:t>
      </w:r>
      <w:r w:rsidR="00771410" w:rsidRPr="00590021">
        <w:rPr>
          <w:color w:val="000000"/>
        </w:rPr>
        <w:t>osutatud teenuse</w:t>
      </w:r>
      <w:r w:rsidR="00DC4A8F" w:rsidRPr="00590021">
        <w:rPr>
          <w:color w:val="000000"/>
        </w:rPr>
        <w:t xml:space="preserve"> üleandmis-vastuvõtuaktile.</w:t>
      </w:r>
      <w:r w:rsidR="00B0503F" w:rsidRPr="00590021">
        <w:rPr>
          <w:color w:val="000000"/>
        </w:rPr>
        <w:t xml:space="preserve"> Kuutasu eest esitatakse akt igakuiselt nendel </w:t>
      </w:r>
      <w:r w:rsidR="00B0503F" w:rsidRPr="002B1B35">
        <w:rPr>
          <w:color w:val="000000"/>
        </w:rPr>
        <w:t>kalendrikuudel, millal omanikujärelevalve</w:t>
      </w:r>
      <w:r w:rsidR="000F64D5" w:rsidRPr="002B1B35">
        <w:rPr>
          <w:color w:val="000000"/>
        </w:rPr>
        <w:t xml:space="preserve"> </w:t>
      </w:r>
      <w:r w:rsidR="00B0503F" w:rsidRPr="002B1B35">
        <w:rPr>
          <w:color w:val="000000"/>
        </w:rPr>
        <w:t>teenust tegelikult osutati.</w:t>
      </w:r>
      <w:r w:rsidR="002B1B35" w:rsidRPr="002B1B35">
        <w:t xml:space="preserve"> Juhul kui omanikujärelevalve teenust osutati kalendrikuu jooksul osaliselt, siis jagatakse kuutasu vastava kuu päevade arvuga ning tasu tasutakse tegelikult teenust osutatud päevade eest arvutuse tulemusel saadud päevamäära alusel.</w:t>
      </w:r>
    </w:p>
    <w:p w14:paraId="6AF3E6D6" w14:textId="77777777" w:rsidR="00DC4A8F" w:rsidRPr="0091069E" w:rsidRDefault="004B1A48" w:rsidP="00992C4C">
      <w:pPr>
        <w:jc w:val="both"/>
        <w:rPr>
          <w:color w:val="000000"/>
        </w:rPr>
      </w:pPr>
      <w:r w:rsidRPr="00590021">
        <w:rPr>
          <w:color w:val="000000"/>
        </w:rPr>
        <w:t xml:space="preserve">3.2.4. </w:t>
      </w:r>
      <w:r w:rsidR="000D17C9" w:rsidRPr="00590021">
        <w:rPr>
          <w:color w:val="000000"/>
        </w:rPr>
        <w:t>Käsundiandja</w:t>
      </w:r>
      <w:r w:rsidR="00DC4A8F" w:rsidRPr="00590021">
        <w:rPr>
          <w:color w:val="000000"/>
        </w:rPr>
        <w:t xml:space="preserve"> on kohustatud 5 (viie) tööpäeva jooksul, alates üleandmis-vastuvõtu akti saamisele järgnevast tööpäevast, selle allakirjutatult tagastama või</w:t>
      </w:r>
      <w:r w:rsidR="00DC4A8F" w:rsidRPr="0091069E">
        <w:rPr>
          <w:color w:val="000000"/>
        </w:rPr>
        <w:t xml:space="preserve"> motiveeritult keeldu</w:t>
      </w:r>
      <w:r w:rsidR="00771410">
        <w:rPr>
          <w:color w:val="000000"/>
        </w:rPr>
        <w:t>ma teostatud t</w:t>
      </w:r>
      <w:r w:rsidR="00DD6741" w:rsidRPr="0091069E">
        <w:rPr>
          <w:color w:val="000000"/>
        </w:rPr>
        <w:t>öö vastuvõtmisest.</w:t>
      </w:r>
    </w:p>
    <w:p w14:paraId="29EB8067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3.2.5. </w:t>
      </w:r>
      <w:r w:rsidR="000D17C9" w:rsidRPr="0091069E">
        <w:rPr>
          <w:color w:val="000000"/>
        </w:rPr>
        <w:t>Käsundisaaja</w:t>
      </w:r>
      <w:r w:rsidR="00DD6741" w:rsidRPr="0091069E">
        <w:rPr>
          <w:color w:val="000000"/>
        </w:rPr>
        <w:t>lt</w:t>
      </w:r>
      <w:r w:rsidR="00DC4A8F" w:rsidRPr="0091069E">
        <w:rPr>
          <w:color w:val="000000"/>
        </w:rPr>
        <w:t xml:space="preserve"> arve saamisel </w:t>
      </w:r>
      <w:r w:rsidR="00771410">
        <w:rPr>
          <w:color w:val="000000"/>
        </w:rPr>
        <w:t>k</w:t>
      </w:r>
      <w:r w:rsidR="00DD6741" w:rsidRPr="0091069E">
        <w:rPr>
          <w:color w:val="000000"/>
        </w:rPr>
        <w:t xml:space="preserve">äsundiandja poolt allakirjutatud </w:t>
      </w:r>
      <w:r w:rsidR="00DC4A8F" w:rsidRPr="0091069E">
        <w:rPr>
          <w:color w:val="000000"/>
        </w:rPr>
        <w:t>üleandmis-vastu</w:t>
      </w:r>
      <w:r w:rsidR="00DD6741" w:rsidRPr="0091069E">
        <w:rPr>
          <w:color w:val="000000"/>
        </w:rPr>
        <w:t>võtu aktiga fikseeritud summas</w:t>
      </w:r>
      <w:r w:rsidR="00DC4A8F" w:rsidRPr="0091069E">
        <w:rPr>
          <w:color w:val="000000"/>
        </w:rPr>
        <w:t xml:space="preserve"> kohustub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selle tasuma 5 (viie) tööpäeva jooksul arvates ar</w:t>
      </w:r>
      <w:r w:rsidR="00DD6741" w:rsidRPr="0091069E">
        <w:rPr>
          <w:color w:val="000000"/>
        </w:rPr>
        <w:t>ve saamisele järgnevast päevast.</w:t>
      </w:r>
    </w:p>
    <w:p w14:paraId="4AA9BD6B" w14:textId="77777777" w:rsidR="00DC4A8F" w:rsidRPr="0091069E" w:rsidRDefault="004B1A48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3.2.6. </w:t>
      </w:r>
      <w:r w:rsidR="00DC4A8F" w:rsidRPr="0091069E">
        <w:rPr>
          <w:color w:val="000000"/>
        </w:rPr>
        <w:t xml:space="preserve">Lepingu </w:t>
      </w:r>
      <w:r w:rsidR="00771410">
        <w:rPr>
          <w:color w:val="000000"/>
        </w:rPr>
        <w:t>ennetähtaegsel ülesütlemisel 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poolt tasutakse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le üleandmis-vastuvõtuakti alusel vastavalt </w:t>
      </w:r>
      <w:r w:rsidR="00DD6741" w:rsidRPr="0091069E">
        <w:rPr>
          <w:color w:val="000000"/>
        </w:rPr>
        <w:t>osutatud teenuse mahule selles osas</w:t>
      </w:r>
      <w:r w:rsidR="00DC4A8F" w:rsidRPr="0091069E">
        <w:rPr>
          <w:color w:val="000000"/>
        </w:rPr>
        <w:t xml:space="preserve">, millele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D6741" w:rsidRPr="0091069E">
        <w:rPr>
          <w:color w:val="000000"/>
        </w:rPr>
        <w:t>l ei ole pretensioone.</w:t>
      </w:r>
    </w:p>
    <w:p w14:paraId="6CD48F14" w14:textId="77777777" w:rsidR="00A31E20" w:rsidRDefault="00992C4C" w:rsidP="00992C4C">
      <w:pPr>
        <w:jc w:val="both"/>
        <w:rPr>
          <w:color w:val="000000"/>
        </w:rPr>
      </w:pPr>
      <w:r w:rsidRPr="0091069E">
        <w:rPr>
          <w:color w:val="000000"/>
        </w:rPr>
        <w:t xml:space="preserve">3.2.7. </w:t>
      </w:r>
      <w:r w:rsidR="00DD6741" w:rsidRPr="0091069E">
        <w:rPr>
          <w:color w:val="000000"/>
        </w:rPr>
        <w:t>Osutatud teenus</w:t>
      </w:r>
      <w:r w:rsidR="00DC4A8F" w:rsidRPr="0091069E">
        <w:rPr>
          <w:color w:val="000000"/>
        </w:rPr>
        <w:t xml:space="preserve"> võetakse vastu ja lõp</w:t>
      </w:r>
      <w:r w:rsidR="00DD6741" w:rsidRPr="0091069E">
        <w:rPr>
          <w:color w:val="000000"/>
        </w:rPr>
        <w:t>parveldus tehakse pärast ehitustööde</w:t>
      </w:r>
      <w:r w:rsidR="00DC4A8F" w:rsidRPr="0091069E">
        <w:rPr>
          <w:color w:val="000000"/>
        </w:rPr>
        <w:t xml:space="preserve"> lõppülevaatuse akti ja </w:t>
      </w:r>
      <w:r w:rsidR="00DD6741" w:rsidRPr="0091069E">
        <w:rPr>
          <w:color w:val="000000"/>
        </w:rPr>
        <w:t xml:space="preserve">ehitise </w:t>
      </w:r>
      <w:r w:rsidR="00DC4A8F" w:rsidRPr="0091069E">
        <w:rPr>
          <w:color w:val="000000"/>
        </w:rPr>
        <w:t xml:space="preserve">kasutusloa vormistamist, millele on allakirjutanud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ja </w:t>
      </w:r>
      <w:r w:rsidR="00771410">
        <w:rPr>
          <w:color w:val="000000"/>
        </w:rPr>
        <w:t>ehitaja</w:t>
      </w:r>
      <w:r w:rsidR="000D17C9" w:rsidRPr="0091069E">
        <w:rPr>
          <w:color w:val="000000"/>
        </w:rPr>
        <w:t xml:space="preserve"> </w:t>
      </w:r>
      <w:r w:rsidR="00DC4A8F" w:rsidRPr="0091069E">
        <w:rPr>
          <w:color w:val="000000"/>
        </w:rPr>
        <w:t>esindajad.</w:t>
      </w:r>
    </w:p>
    <w:p w14:paraId="3181F0F8" w14:textId="77777777" w:rsidR="008B5DC8" w:rsidRPr="0091069E" w:rsidRDefault="00A31E20" w:rsidP="00992C4C">
      <w:pPr>
        <w:jc w:val="both"/>
        <w:rPr>
          <w:color w:val="000000"/>
        </w:rPr>
      </w:pPr>
      <w:r>
        <w:rPr>
          <w:color w:val="000000"/>
        </w:rPr>
        <w:t xml:space="preserve">3.2.8. </w:t>
      </w:r>
      <w:r w:rsidR="00B0503F" w:rsidRPr="00B0503F">
        <w:t xml:space="preserve">Juhul, kui ehitustööd pikenevad omanikujärelevalve teenuse osutajast sõltumata, jätkab käsundisaaja teenuse osutamist ning käsundiandja maksab selle eest tasu samadel alustel. </w:t>
      </w:r>
      <w:r w:rsidR="008B5DC8">
        <w:rPr>
          <w:color w:val="000000"/>
        </w:rPr>
        <w:t xml:space="preserve"> </w:t>
      </w:r>
    </w:p>
    <w:p w14:paraId="610639ED" w14:textId="77777777" w:rsidR="002C277C" w:rsidRPr="0091069E" w:rsidRDefault="002C277C" w:rsidP="00DD6741">
      <w:pPr>
        <w:spacing w:before="240" w:after="120"/>
        <w:jc w:val="both"/>
      </w:pPr>
      <w:r w:rsidRPr="0091069E">
        <w:rPr>
          <w:b/>
          <w:bCs/>
        </w:rPr>
        <w:t xml:space="preserve">4. </w:t>
      </w:r>
      <w:r w:rsidR="0005270D" w:rsidRPr="0091069E">
        <w:rPr>
          <w:b/>
          <w:bCs/>
        </w:rPr>
        <w:t xml:space="preserve">Lepingu </w:t>
      </w:r>
      <w:r w:rsidR="008F76D0" w:rsidRPr="0091069E">
        <w:rPr>
          <w:b/>
          <w:bCs/>
        </w:rPr>
        <w:t xml:space="preserve">kehtivus </w:t>
      </w:r>
      <w:r w:rsidR="000F64D5">
        <w:rPr>
          <w:b/>
          <w:bCs/>
        </w:rPr>
        <w:t>ja omanikujärelevalve teenuse tegeliku osutamise aeg</w:t>
      </w:r>
    </w:p>
    <w:p w14:paraId="46E91F26" w14:textId="77777777" w:rsidR="007B7110" w:rsidRPr="003F1152" w:rsidRDefault="007B7110" w:rsidP="007B7110">
      <w:pPr>
        <w:pStyle w:val="ListParagraph"/>
        <w:ind w:left="0"/>
        <w:jc w:val="both"/>
      </w:pPr>
      <w:r w:rsidRPr="0091069E">
        <w:t xml:space="preserve">4.1. </w:t>
      </w:r>
      <w:r w:rsidR="000D17C9" w:rsidRPr="003F1152">
        <w:t>E</w:t>
      </w:r>
      <w:r w:rsidR="0005270D" w:rsidRPr="003F1152">
        <w:t xml:space="preserve">hitusplatsil alustatakse </w:t>
      </w:r>
      <w:r w:rsidR="000D17C9" w:rsidRPr="003F1152">
        <w:t xml:space="preserve">omanikujärelevalvet </w:t>
      </w:r>
      <w:r w:rsidR="0005270D" w:rsidRPr="003F1152">
        <w:t>ehitustööde alustamisega</w:t>
      </w:r>
      <w:r w:rsidR="00233CB1" w:rsidRPr="003F1152">
        <w:t xml:space="preserve">. </w:t>
      </w:r>
      <w:r w:rsidR="0005270D" w:rsidRPr="003F1152">
        <w:t xml:space="preserve">Teenuse osutamise algusest teatab </w:t>
      </w:r>
      <w:r w:rsidR="00771410" w:rsidRPr="003F1152">
        <w:t>k</w:t>
      </w:r>
      <w:r w:rsidR="000D17C9" w:rsidRPr="003F1152">
        <w:t>äsundiandja</w:t>
      </w:r>
      <w:r w:rsidR="0005270D" w:rsidRPr="003F1152">
        <w:t xml:space="preserve"> </w:t>
      </w:r>
      <w:r w:rsidR="00771410" w:rsidRPr="003F1152">
        <w:t>k</w:t>
      </w:r>
      <w:r w:rsidR="000D17C9" w:rsidRPr="003F1152">
        <w:t>äsundisaaja</w:t>
      </w:r>
      <w:r w:rsidR="0005270D" w:rsidRPr="003F1152">
        <w:t>le</w:t>
      </w:r>
      <w:r w:rsidR="00CB05AC" w:rsidRPr="003F1152">
        <w:t xml:space="preserve"> täiendavalt, kuid mitte hiljem</w:t>
      </w:r>
      <w:r w:rsidR="0005270D" w:rsidRPr="003F1152">
        <w:t xml:space="preserve">, kui </w:t>
      </w:r>
      <w:r w:rsidR="008F76D0" w:rsidRPr="003F1152">
        <w:t>3</w:t>
      </w:r>
      <w:r w:rsidR="0005270D" w:rsidRPr="003F1152">
        <w:t xml:space="preserve"> päeva enne </w:t>
      </w:r>
      <w:r w:rsidR="000D17C9" w:rsidRPr="003F1152">
        <w:t xml:space="preserve">ehitustööde </w:t>
      </w:r>
      <w:r w:rsidR="0005270D" w:rsidRPr="003F1152">
        <w:t>algust.</w:t>
      </w:r>
    </w:p>
    <w:p w14:paraId="785CDDC7" w14:textId="77777777" w:rsidR="003F1152" w:rsidRPr="00590021" w:rsidRDefault="007B7110" w:rsidP="007B7110">
      <w:pPr>
        <w:pStyle w:val="ListParagraph"/>
        <w:ind w:left="0"/>
        <w:jc w:val="both"/>
      </w:pPr>
      <w:r w:rsidRPr="003F1152">
        <w:t xml:space="preserve">4.2. </w:t>
      </w:r>
      <w:r w:rsidR="000D17C9" w:rsidRPr="003F1152">
        <w:t>Käsundisaaja</w:t>
      </w:r>
      <w:r w:rsidR="0005270D" w:rsidRPr="003F1152">
        <w:t xml:space="preserve"> teenuse lõpetamise aeg on </w:t>
      </w:r>
      <w:r w:rsidR="009B782F" w:rsidRPr="003F1152">
        <w:t>15</w:t>
      </w:r>
      <w:r w:rsidR="00BE55BA" w:rsidRPr="003F1152">
        <w:t xml:space="preserve"> päeva pärast ehitus</w:t>
      </w:r>
      <w:r w:rsidR="0005270D" w:rsidRPr="003F1152">
        <w:t xml:space="preserve">tööde vastuvõtmise akti allakirjutamise </w:t>
      </w:r>
      <w:r w:rsidR="0005270D" w:rsidRPr="00590021">
        <w:t>kuupäev</w:t>
      </w:r>
      <w:r w:rsidR="00BE55BA" w:rsidRPr="00590021">
        <w:t>a</w:t>
      </w:r>
      <w:r w:rsidR="003F1152" w:rsidRPr="00590021">
        <w:t xml:space="preserve">. </w:t>
      </w:r>
    </w:p>
    <w:p w14:paraId="1DB5077E" w14:textId="77777777" w:rsidR="00BE55BA" w:rsidRDefault="003F1152" w:rsidP="00EE1D3D">
      <w:pPr>
        <w:pStyle w:val="ListParagraph"/>
        <w:ind w:left="0"/>
        <w:jc w:val="both"/>
        <w:rPr>
          <w:color w:val="000000"/>
        </w:rPr>
      </w:pPr>
      <w:r w:rsidRPr="00590021">
        <w:t xml:space="preserve">4.3. </w:t>
      </w:r>
      <w:r w:rsidR="000F64D5" w:rsidRPr="00590021">
        <w:t>Omanikujärelevalve teenuse tegeliku osutamise aeg on eeldatavalt iga kalendrikuu ajal, millal vastavalt ehituse töövõtulepingule ja selle alusel täpsustatud ajagraafikutele toimuvad ehitustööd.</w:t>
      </w:r>
    </w:p>
    <w:p w14:paraId="44ED2B57" w14:textId="77777777" w:rsidR="0048198C" w:rsidRDefault="0048198C" w:rsidP="00C26D3D">
      <w:pPr>
        <w:jc w:val="both"/>
        <w:rPr>
          <w:b/>
          <w:color w:val="000000"/>
        </w:rPr>
      </w:pPr>
    </w:p>
    <w:p w14:paraId="59A475C8" w14:textId="77777777" w:rsidR="0091069E" w:rsidRPr="0091069E" w:rsidRDefault="00C26D3D" w:rsidP="0091069E">
      <w:pPr>
        <w:jc w:val="both"/>
        <w:rPr>
          <w:b/>
          <w:color w:val="000000"/>
        </w:rPr>
      </w:pPr>
      <w:r>
        <w:rPr>
          <w:b/>
          <w:color w:val="000000"/>
        </w:rPr>
        <w:t>5. </w:t>
      </w:r>
      <w:r w:rsidR="00BE55BA" w:rsidRPr="00C26D3D">
        <w:rPr>
          <w:b/>
          <w:color w:val="000000"/>
        </w:rPr>
        <w:t>Poolte vastutus</w:t>
      </w:r>
    </w:p>
    <w:p w14:paraId="154756F2" w14:textId="77777777" w:rsidR="00DC4A8F" w:rsidRPr="0091069E" w:rsidRDefault="009C1300" w:rsidP="009C1300">
      <w:pPr>
        <w:jc w:val="both"/>
        <w:rPr>
          <w:color w:val="000000"/>
        </w:rPr>
      </w:pPr>
      <w:r w:rsidRPr="0091069E">
        <w:t>5.1.</w:t>
      </w:r>
      <w:r w:rsidRPr="0091069E">
        <w:rPr>
          <w:color w:val="000000"/>
        </w:rPr>
        <w:t xml:space="preserve"> Käsundisaaja arve tasumisega viivitamisel</w:t>
      </w:r>
      <w:r w:rsidR="00DC4A8F" w:rsidRPr="0091069E">
        <w:rPr>
          <w:color w:val="000000"/>
        </w:rPr>
        <w:t xml:space="preserve"> maksab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 xml:space="preserve"> viivist 0,15% iga kalendripäeva kohta </w:t>
      </w:r>
      <w:r w:rsidRPr="0091069E">
        <w:rPr>
          <w:color w:val="000000"/>
        </w:rPr>
        <w:t>tasumata summast</w:t>
      </w:r>
      <w:r w:rsidR="00DC4A8F" w:rsidRPr="0091069E">
        <w:rPr>
          <w:color w:val="000000"/>
        </w:rPr>
        <w:t>, kuid mitte rohkem</w:t>
      </w:r>
      <w:r w:rsidRPr="0091069E">
        <w:rPr>
          <w:color w:val="000000"/>
        </w:rPr>
        <w:t xml:space="preserve"> kui</w:t>
      </w:r>
      <w:r w:rsidR="00DC4A8F" w:rsidRPr="0091069E">
        <w:rPr>
          <w:color w:val="000000"/>
        </w:rPr>
        <w:t xml:space="preserve"> 10% </w:t>
      </w:r>
      <w:r w:rsidR="00B26CD5">
        <w:rPr>
          <w:color w:val="000000"/>
        </w:rPr>
        <w:t>l</w:t>
      </w:r>
      <w:r w:rsidRPr="0091069E">
        <w:rPr>
          <w:color w:val="000000"/>
        </w:rPr>
        <w:t xml:space="preserve">epingu punktis 3.1 nimetatud tasust. </w:t>
      </w:r>
    </w:p>
    <w:p w14:paraId="6CDF3ADB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5.2.</w:t>
      </w:r>
      <w:r w:rsidRPr="0091069E">
        <w:t> </w:t>
      </w:r>
      <w:r w:rsidR="00DC4A8F" w:rsidRPr="0091069E">
        <w:rPr>
          <w:color w:val="000000"/>
        </w:rPr>
        <w:t xml:space="preserve">Kui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süül esinevad </w:t>
      </w:r>
      <w:r w:rsidR="00771410">
        <w:rPr>
          <w:color w:val="000000"/>
        </w:rPr>
        <w:t>ehitaja</w:t>
      </w:r>
      <w:r w:rsidR="00DC4A8F" w:rsidRPr="0091069E">
        <w:rPr>
          <w:color w:val="000000"/>
        </w:rPr>
        <w:t xml:space="preserve"> </w:t>
      </w:r>
      <w:r w:rsidR="000D17C9" w:rsidRPr="0091069E">
        <w:rPr>
          <w:color w:val="000000"/>
        </w:rPr>
        <w:t xml:space="preserve">poolt teostatavates </w:t>
      </w:r>
      <w:r w:rsidR="00DC4A8F" w:rsidRPr="0091069E">
        <w:rPr>
          <w:color w:val="000000"/>
        </w:rPr>
        <w:t>ehitustöö</w:t>
      </w:r>
      <w:r w:rsidR="000D17C9" w:rsidRPr="0091069E">
        <w:rPr>
          <w:color w:val="000000"/>
        </w:rPr>
        <w:t>de</w:t>
      </w:r>
      <w:r w:rsidR="00DC4A8F" w:rsidRPr="0091069E">
        <w:rPr>
          <w:color w:val="000000"/>
        </w:rPr>
        <w:t xml:space="preserve">s defektid, </w:t>
      </w:r>
      <w:r w:rsidR="00771410">
        <w:rPr>
          <w:color w:val="000000"/>
        </w:rPr>
        <w:t>hüvitab 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DC4A8F" w:rsidRPr="0091069E">
        <w:rPr>
          <w:color w:val="000000"/>
        </w:rPr>
        <w:t>le tekitatud kahju;</w:t>
      </w:r>
    </w:p>
    <w:p w14:paraId="4AE1E58F" w14:textId="77777777" w:rsidR="00DC4A8F" w:rsidRPr="0091069E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5.3. </w:t>
      </w:r>
      <w:r w:rsidR="000D17C9" w:rsidRPr="0091069E">
        <w:rPr>
          <w:color w:val="000000"/>
        </w:rPr>
        <w:t>Käsundiandja</w:t>
      </w:r>
      <w:r w:rsidR="00DC4A8F" w:rsidRPr="0091069E">
        <w:rPr>
          <w:color w:val="000000"/>
        </w:rPr>
        <w:t xml:space="preserve">le tekitatud kahju kuulub hüvitamisele tõestatud ulatuses, kuid mitte suuremana, kui </w:t>
      </w:r>
      <w:r w:rsidR="00771410">
        <w:rPr>
          <w:color w:val="000000"/>
        </w:rPr>
        <w:t>l</w:t>
      </w:r>
      <w:r w:rsidR="009C1300" w:rsidRPr="0091069E">
        <w:rPr>
          <w:color w:val="000000"/>
        </w:rPr>
        <w:t xml:space="preserve">epingu punktis 3.1 nimetatud tasu. </w:t>
      </w:r>
      <w:r w:rsidR="00DC4A8F" w:rsidRPr="0091069E">
        <w:rPr>
          <w:color w:val="000000"/>
        </w:rPr>
        <w:t xml:space="preserve">See piirang ei kehti, kui kahju on põhjustanud </w:t>
      </w:r>
      <w:r w:rsidR="0077141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DC4A8F" w:rsidRPr="0091069E">
        <w:rPr>
          <w:color w:val="000000"/>
        </w:rPr>
        <w:t xml:space="preserve"> tahtlik tegevus.</w:t>
      </w:r>
    </w:p>
    <w:p w14:paraId="57307E7B" w14:textId="77777777" w:rsidR="0005270D" w:rsidRPr="00771410" w:rsidRDefault="00205BCE" w:rsidP="00205BCE">
      <w:pPr>
        <w:jc w:val="both"/>
        <w:rPr>
          <w:color w:val="000000"/>
        </w:rPr>
      </w:pPr>
      <w:r w:rsidRPr="0091069E">
        <w:rPr>
          <w:color w:val="000000"/>
        </w:rPr>
        <w:t>5.4. </w:t>
      </w:r>
      <w:r w:rsidR="009C1300" w:rsidRPr="0091069E">
        <w:rPr>
          <w:color w:val="000000"/>
        </w:rPr>
        <w:t>Viivise</w:t>
      </w:r>
      <w:r w:rsidR="007641CC" w:rsidRPr="0091069E">
        <w:rPr>
          <w:color w:val="000000"/>
        </w:rPr>
        <w:t xml:space="preserve"> tasumine või</w:t>
      </w:r>
      <w:r w:rsidR="00DC4A8F" w:rsidRPr="0091069E">
        <w:rPr>
          <w:color w:val="000000"/>
        </w:rPr>
        <w:t xml:space="preserve"> tekit</w:t>
      </w:r>
      <w:r w:rsidR="007641CC" w:rsidRPr="0091069E">
        <w:rPr>
          <w:color w:val="000000"/>
        </w:rPr>
        <w:t>atud kahju hüvitamine</w:t>
      </w:r>
      <w:r w:rsidR="00DC4A8F" w:rsidRPr="0091069E">
        <w:rPr>
          <w:color w:val="000000"/>
        </w:rPr>
        <w:t xml:space="preserve"> ei vabasta lepingupooli kohustuste täitmisest.</w:t>
      </w:r>
    </w:p>
    <w:p w14:paraId="7A712539" w14:textId="77777777" w:rsidR="0007680A" w:rsidRDefault="0007680A" w:rsidP="00C26D3D">
      <w:pPr>
        <w:spacing w:before="240" w:after="120"/>
        <w:jc w:val="both"/>
        <w:rPr>
          <w:b/>
          <w:bCs/>
        </w:rPr>
      </w:pPr>
    </w:p>
    <w:p w14:paraId="61ADF52A" w14:textId="77777777" w:rsidR="0007680A" w:rsidRDefault="0007680A" w:rsidP="00C26D3D">
      <w:pPr>
        <w:spacing w:before="240" w:after="120"/>
        <w:jc w:val="both"/>
        <w:rPr>
          <w:b/>
          <w:bCs/>
        </w:rPr>
      </w:pPr>
    </w:p>
    <w:p w14:paraId="69A33707" w14:textId="77777777" w:rsidR="00E36F5B" w:rsidRPr="00C26D3D" w:rsidRDefault="00C26D3D" w:rsidP="00C26D3D">
      <w:pPr>
        <w:spacing w:before="240" w:after="120"/>
        <w:jc w:val="both"/>
        <w:rPr>
          <w:b/>
          <w:bCs/>
        </w:rPr>
      </w:pPr>
      <w:r>
        <w:rPr>
          <w:b/>
          <w:bCs/>
        </w:rPr>
        <w:t>6. </w:t>
      </w:r>
      <w:r w:rsidR="000D17C9" w:rsidRPr="00C26D3D">
        <w:rPr>
          <w:b/>
          <w:bCs/>
        </w:rPr>
        <w:t>Käsundisaaja</w:t>
      </w:r>
      <w:r w:rsidR="00205BCE" w:rsidRPr="00C26D3D">
        <w:rPr>
          <w:b/>
          <w:bCs/>
        </w:rPr>
        <w:t xml:space="preserve"> kohustused</w:t>
      </w:r>
    </w:p>
    <w:p w14:paraId="35830187" w14:textId="77777777" w:rsidR="00E36F5B" w:rsidRPr="00E36F5B" w:rsidRDefault="00E36F5B" w:rsidP="00E36F5B">
      <w:pPr>
        <w:pStyle w:val="ListParagraph"/>
        <w:spacing w:before="240" w:after="120"/>
        <w:ind w:left="0"/>
        <w:jc w:val="both"/>
        <w:rPr>
          <w:b/>
          <w:bCs/>
        </w:rPr>
      </w:pPr>
      <w:r>
        <w:rPr>
          <w:b/>
          <w:bCs/>
        </w:rPr>
        <w:t>Käsundisaajal on kohustus</w:t>
      </w:r>
    </w:p>
    <w:p w14:paraId="7DDE66CA" w14:textId="77777777" w:rsidR="00592D02" w:rsidRPr="00590021" w:rsidRDefault="005F2E86" w:rsidP="00C26D3D">
      <w:pPr>
        <w:jc w:val="both"/>
      </w:pPr>
      <w:r>
        <w:t>6.1. </w:t>
      </w:r>
      <w:r w:rsidR="007E2BAE" w:rsidRPr="00590021">
        <w:t>Täita</w:t>
      </w:r>
      <w:r w:rsidR="00205BCE" w:rsidRPr="00590021">
        <w:t xml:space="preserve"> kohustusi, mis omanikujärelevalve tegijale</w:t>
      </w:r>
      <w:r w:rsidR="00592D02" w:rsidRPr="00590021">
        <w:t xml:space="preserve"> on </w:t>
      </w:r>
      <w:r w:rsidR="00205BCE" w:rsidRPr="00590021">
        <w:t>pandud</w:t>
      </w:r>
      <w:r w:rsidR="00592D02" w:rsidRPr="00590021">
        <w:t xml:space="preserve"> </w:t>
      </w:r>
      <w:r w:rsidR="00BB51DC" w:rsidRPr="00590021">
        <w:t xml:space="preserve">ehitusseadustikuga, </w:t>
      </w:r>
      <w:r w:rsidR="00205BCE" w:rsidRPr="00590021">
        <w:t>„Omanikujärelevalve tegemise korra“</w:t>
      </w:r>
      <w:r w:rsidR="00D10CBA" w:rsidRPr="00590021">
        <w:t xml:space="preserve"> </w:t>
      </w:r>
      <w:r w:rsidR="00BB51DC" w:rsidRPr="00590021">
        <w:t>ja teiste</w:t>
      </w:r>
      <w:r w:rsidR="006F7D16" w:rsidRPr="00590021">
        <w:t xml:space="preserve"> õigusaktidega</w:t>
      </w:r>
      <w:r w:rsidR="000B0B6C" w:rsidRPr="00590021">
        <w:t>.</w:t>
      </w:r>
      <w:r w:rsidR="00205BCE" w:rsidRPr="00590021">
        <w:t xml:space="preserve"> </w:t>
      </w:r>
    </w:p>
    <w:p w14:paraId="581A4FEA" w14:textId="77777777" w:rsidR="00C26D3D" w:rsidRPr="00590021" w:rsidRDefault="005F2E86" w:rsidP="005F2E86">
      <w:pPr>
        <w:jc w:val="both"/>
      </w:pPr>
      <w:r w:rsidRPr="00590021">
        <w:t>6.2. Lisaks punktis 6</w:t>
      </w:r>
      <w:r w:rsidR="00C26D3D" w:rsidRPr="00590021">
        <w:t xml:space="preserve">.1 nimetatule on käsundisaajal kohustus: </w:t>
      </w:r>
    </w:p>
    <w:p w14:paraId="047899A8" w14:textId="77777777" w:rsidR="00DC4A8F" w:rsidRPr="00590021" w:rsidRDefault="005F2E86" w:rsidP="00205BCE">
      <w:pPr>
        <w:jc w:val="both"/>
      </w:pPr>
      <w:r w:rsidRPr="00590021">
        <w:t>6</w:t>
      </w:r>
      <w:r w:rsidR="00205BCE" w:rsidRPr="00590021">
        <w:t>.2.</w:t>
      </w:r>
      <w:r w:rsidR="00C26D3D" w:rsidRPr="00590021">
        <w:t>1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>a korralistel ehitusnõupidamistel</w:t>
      </w:r>
      <w:r w:rsidR="00205BCE" w:rsidRPr="00590021">
        <w:t xml:space="preserve">, mis toimuvad </w:t>
      </w:r>
      <w:r w:rsidR="00637490" w:rsidRPr="00590021">
        <w:t xml:space="preserve">tööde teostamise ajal vähemalt 2 (kaks) </w:t>
      </w:r>
      <w:r w:rsidR="00205BCE" w:rsidRPr="00590021">
        <w:t>kord</w:t>
      </w:r>
      <w:r w:rsidR="00637490" w:rsidRPr="00590021">
        <w:t>a</w:t>
      </w:r>
      <w:r w:rsidR="00205BCE" w:rsidRPr="00590021">
        <w:t xml:space="preserve"> </w:t>
      </w:r>
      <w:r w:rsidR="00637490" w:rsidRPr="00590021">
        <w:t>kuus</w:t>
      </w:r>
      <w:r w:rsidR="00205BCE" w:rsidRPr="00590021">
        <w:t>.</w:t>
      </w:r>
    </w:p>
    <w:p w14:paraId="21AB66C0" w14:textId="77777777" w:rsidR="00C201B3" w:rsidRPr="00590021" w:rsidRDefault="00C201B3" w:rsidP="00205BCE">
      <w:pPr>
        <w:jc w:val="both"/>
      </w:pPr>
      <w:r w:rsidRPr="00590021">
        <w:t>6.2.2 protokollida nõupidamiste otsused;</w:t>
      </w:r>
    </w:p>
    <w:p w14:paraId="47918760" w14:textId="77777777" w:rsidR="00DC4A8F" w:rsidRPr="0091069E" w:rsidRDefault="005F2E86" w:rsidP="00205BCE">
      <w:pPr>
        <w:jc w:val="both"/>
      </w:pPr>
      <w:r w:rsidRPr="00590021">
        <w:t>6</w:t>
      </w:r>
      <w:r w:rsidR="00C26D3D" w:rsidRPr="00590021">
        <w:t>.2</w:t>
      </w:r>
      <w:r w:rsidR="00205BCE" w:rsidRPr="00590021">
        <w:t>.</w:t>
      </w:r>
      <w:r w:rsidR="000E1865">
        <w:t>3</w:t>
      </w:r>
      <w:r w:rsidR="00205BCE" w:rsidRPr="00590021">
        <w:t> </w:t>
      </w:r>
      <w:r w:rsidR="00036B80" w:rsidRPr="00590021">
        <w:t>o</w:t>
      </w:r>
      <w:r w:rsidR="00DC4A8F" w:rsidRPr="00590021">
        <w:t>sale</w:t>
      </w:r>
      <w:r w:rsidR="0035357D" w:rsidRPr="00590021">
        <w:t>d</w:t>
      </w:r>
      <w:r w:rsidR="00DC4A8F" w:rsidRPr="00590021">
        <w:t xml:space="preserve">a erakorralistel </w:t>
      </w:r>
      <w:r w:rsidR="00205BCE" w:rsidRPr="00590021">
        <w:t>ehitus</w:t>
      </w:r>
      <w:r w:rsidR="00DC4A8F" w:rsidRPr="00590021">
        <w:t xml:space="preserve">nõupidamistel, millest on </w:t>
      </w:r>
      <w:r w:rsidR="00771410" w:rsidRPr="00590021">
        <w:t>k</w:t>
      </w:r>
      <w:r w:rsidR="000D17C9" w:rsidRPr="00590021">
        <w:t>äsundiandja</w:t>
      </w:r>
      <w:r w:rsidR="00DC4A8F" w:rsidRPr="00590021">
        <w:t xml:space="preserve"> vähemalt 3 päeva ette teatanud. Ühekordsest väljakutsest</w:t>
      </w:r>
      <w:r w:rsidR="00DC4A8F" w:rsidRPr="0091069E">
        <w:t xml:space="preserve"> teavitab </w:t>
      </w:r>
      <w:r w:rsidR="00771410">
        <w:t>k</w:t>
      </w:r>
      <w:r w:rsidR="000D17C9" w:rsidRPr="0091069E">
        <w:t>äsundiandja</w:t>
      </w:r>
      <w:r w:rsidR="00DC4A8F" w:rsidRPr="0091069E">
        <w:t xml:space="preserve"> </w:t>
      </w:r>
      <w:r w:rsidR="00771410">
        <w:t>k</w:t>
      </w:r>
      <w:r w:rsidR="000D17C9" w:rsidRPr="0091069E">
        <w:t>äsundisaaja</w:t>
      </w:r>
      <w:r w:rsidR="00DC4A8F" w:rsidRPr="0091069E">
        <w:t xml:space="preserve">t ette vähemalt 24 tundi. </w:t>
      </w:r>
      <w:r w:rsidR="000D17C9" w:rsidRPr="0091069E">
        <w:t>Käsundisaaja</w:t>
      </w:r>
      <w:r w:rsidR="00DC4A8F" w:rsidRPr="0091069E">
        <w:t xml:space="preserve"> on samas valmis tegema kõik selleks, et lahendada probleemid operatiivselt;</w:t>
      </w:r>
    </w:p>
    <w:p w14:paraId="35034D7C" w14:textId="77777777" w:rsidR="00DC4A8F" w:rsidRPr="0091069E" w:rsidRDefault="005F2E86" w:rsidP="00205BCE">
      <w:pPr>
        <w:jc w:val="both"/>
      </w:pPr>
      <w:r>
        <w:t>6</w:t>
      </w:r>
      <w:r w:rsidR="000E1865">
        <w:t>.2.4</w:t>
      </w:r>
      <w:r w:rsidR="00205BCE" w:rsidRPr="0091069E">
        <w:t>. </w:t>
      </w:r>
      <w:r w:rsidR="00036B80">
        <w:t>k</w:t>
      </w:r>
      <w:r w:rsidR="00DC4A8F" w:rsidRPr="0091069E">
        <w:t>ontrolli</w:t>
      </w:r>
      <w:r w:rsidR="0035357D" w:rsidRPr="0091069E">
        <w:t>d</w:t>
      </w:r>
      <w:r w:rsidR="00DC4A8F" w:rsidRPr="0091069E">
        <w:t>a</w:t>
      </w:r>
      <w:r w:rsidR="005E1AD8">
        <w:t xml:space="preserve"> ja vajadusel nõuda</w:t>
      </w:r>
      <w:r w:rsidR="00DC4A8F" w:rsidRPr="0091069E">
        <w:t xml:space="preserve"> </w:t>
      </w:r>
      <w:r w:rsidR="00205BCE" w:rsidRPr="0091069E">
        <w:t>ehitus</w:t>
      </w:r>
      <w:r w:rsidR="00DC4A8F" w:rsidRPr="0091069E">
        <w:t xml:space="preserve">objektil dokumenteerimise </w:t>
      </w:r>
      <w:r w:rsidR="00205BCE" w:rsidRPr="0091069E">
        <w:t>nõuetest kinnipidamisest.</w:t>
      </w:r>
    </w:p>
    <w:p w14:paraId="5AC05F31" w14:textId="77777777" w:rsidR="00DC4A8F" w:rsidRPr="0091069E" w:rsidRDefault="005F2E86" w:rsidP="00205BCE">
      <w:pPr>
        <w:jc w:val="both"/>
      </w:pPr>
      <w:r>
        <w:t>6</w:t>
      </w:r>
      <w:r w:rsidR="000E1865">
        <w:t>.2.5</w:t>
      </w:r>
      <w:r w:rsidR="00205BCE" w:rsidRPr="0091069E">
        <w:t>. </w:t>
      </w:r>
      <w:r w:rsidR="00036B80">
        <w:t>e</w:t>
      </w:r>
      <w:r w:rsidR="00DC4A8F" w:rsidRPr="0091069E">
        <w:t>sita</w:t>
      </w:r>
      <w:r w:rsidR="0035357D" w:rsidRPr="0091069E">
        <w:t>d</w:t>
      </w:r>
      <w:r w:rsidR="00DC4A8F" w:rsidRPr="0091069E">
        <w:t xml:space="preserve">a </w:t>
      </w:r>
      <w:r w:rsidR="00036B80">
        <w:t>k</w:t>
      </w:r>
      <w:r w:rsidR="000D17C9" w:rsidRPr="0091069E">
        <w:t>äsundiandja</w:t>
      </w:r>
      <w:r w:rsidR="00DC4A8F" w:rsidRPr="0091069E">
        <w:t>le kirjalikult oma tähelepanekud Ehitustööde käigus avastatud projektivigadest ja te</w:t>
      </w:r>
      <w:r w:rsidR="0035357D" w:rsidRPr="0091069E">
        <w:t>h</w:t>
      </w:r>
      <w:r w:rsidR="00DC4A8F" w:rsidRPr="0091069E">
        <w:t>a ettepanekud nende paranda</w:t>
      </w:r>
      <w:r w:rsidR="00205BCE" w:rsidRPr="0091069E">
        <w:t>miseks projekteerija poolt.</w:t>
      </w:r>
    </w:p>
    <w:p w14:paraId="2110D024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.2.6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e</w:t>
      </w:r>
      <w:r w:rsidR="00DC4A8F" w:rsidRPr="0091069E">
        <w:rPr>
          <w:color w:val="000000"/>
        </w:rPr>
        <w:t>sita</w:t>
      </w:r>
      <w:r w:rsidR="0035357D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036B80">
        <w:rPr>
          <w:color w:val="000000"/>
        </w:rPr>
        <w:t xml:space="preserve">ehitajale </w:t>
      </w:r>
      <w:r w:rsidR="0035357D" w:rsidRPr="0091069E">
        <w:rPr>
          <w:color w:val="000000"/>
        </w:rPr>
        <w:t xml:space="preserve">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35357D" w:rsidRPr="0091069E">
        <w:rPr>
          <w:color w:val="000000"/>
        </w:rPr>
        <w:t xml:space="preserve">le </w:t>
      </w:r>
      <w:r w:rsidR="00DC4A8F" w:rsidRPr="0091069E">
        <w:rPr>
          <w:color w:val="000000"/>
        </w:rPr>
        <w:t xml:space="preserve">loendi konstruktsioonidest, sõlmedest ja töödest, mille kohta </w:t>
      </w:r>
      <w:r w:rsidR="001D7272">
        <w:rPr>
          <w:color w:val="000000"/>
        </w:rPr>
        <w:t>ehitaja</w:t>
      </w:r>
      <w:r w:rsidR="00DC4A8F" w:rsidRPr="0091069E">
        <w:rPr>
          <w:color w:val="000000"/>
        </w:rPr>
        <w:t xml:space="preserve"> on kohusta</w:t>
      </w:r>
      <w:r w:rsidR="00205BCE" w:rsidRPr="0091069E">
        <w:rPr>
          <w:color w:val="000000"/>
        </w:rPr>
        <w:t>tud koostama kaetud tööde aktid.</w:t>
      </w:r>
    </w:p>
    <w:p w14:paraId="1D0DB9CA" w14:textId="77777777" w:rsidR="00DC4A8F" w:rsidRPr="0091069E" w:rsidRDefault="005F2E86" w:rsidP="00205BCE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205BCE" w:rsidRPr="0091069E">
        <w:rPr>
          <w:color w:val="000000"/>
        </w:rPr>
        <w:t>. </w:t>
      </w:r>
      <w:r w:rsidR="00036B80">
        <w:rPr>
          <w:color w:val="000000"/>
        </w:rPr>
        <w:t>t</w:t>
      </w:r>
      <w:r w:rsidR="00DC4A8F" w:rsidRPr="0091069E">
        <w:rPr>
          <w:color w:val="000000"/>
        </w:rPr>
        <w:t>eosta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ehitusplatsil </w:t>
      </w:r>
      <w:r w:rsidR="008F0B72" w:rsidRPr="0091069E">
        <w:rPr>
          <w:color w:val="000000"/>
        </w:rPr>
        <w:t>omanikujärelevalvet</w:t>
      </w:r>
      <w:r w:rsidR="00DC4A8F" w:rsidRPr="0091069E">
        <w:rPr>
          <w:color w:val="000000"/>
        </w:rPr>
        <w:t xml:space="preserve"> sellise sagedusega, mis tagab:</w:t>
      </w:r>
    </w:p>
    <w:p w14:paraId="329D4384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.1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 xml:space="preserve">vajalikud kooskõlastused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>;</w:t>
      </w:r>
    </w:p>
    <w:p w14:paraId="5633DD38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.2</w:t>
      </w:r>
      <w:r w:rsidR="002E06C0" w:rsidRPr="0091069E">
        <w:rPr>
          <w:color w:val="000000"/>
        </w:rPr>
        <w:t> </w:t>
      </w:r>
      <w:r w:rsidR="007641CC" w:rsidRPr="0091069E">
        <w:rPr>
          <w:color w:val="000000"/>
        </w:rPr>
        <w:t xml:space="preserve"> kindlustunde</w:t>
      </w:r>
      <w:r w:rsidR="00205BCE" w:rsidRPr="0091069E">
        <w:rPr>
          <w:color w:val="000000"/>
        </w:rPr>
        <w:t xml:space="preserve">, et </w:t>
      </w:r>
      <w:r w:rsidR="00036B80">
        <w:rPr>
          <w:color w:val="000000"/>
        </w:rPr>
        <w:t>ehitaj</w:t>
      </w:r>
      <w:r w:rsidR="00DC4A8F" w:rsidRPr="0091069E">
        <w:rPr>
          <w:color w:val="000000"/>
        </w:rPr>
        <w:t xml:space="preserve">a sooritab igat järgnevat tööetappi projekti ning </w:t>
      </w:r>
      <w:r w:rsidR="00205BCE" w:rsidRPr="0091069E">
        <w:rPr>
          <w:color w:val="000000"/>
        </w:rPr>
        <w:t xml:space="preserve">õigusaktide </w:t>
      </w:r>
      <w:r w:rsidR="00DC4A8F" w:rsidRPr="0091069E">
        <w:rPr>
          <w:color w:val="000000"/>
        </w:rPr>
        <w:t>nõuete kohaselt;</w:t>
      </w:r>
    </w:p>
    <w:p w14:paraId="1EBA8503" w14:textId="77777777" w:rsidR="00DC4A8F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 xml:space="preserve"> kindlustunde, </w:t>
      </w:r>
      <w:r w:rsidR="00DC4A8F" w:rsidRPr="0091069E">
        <w:rPr>
          <w:color w:val="000000"/>
        </w:rPr>
        <w:t>et kõik kaetavad tööd on üle vaadatud ning positiivse tulemuse korral on kirjalikult vormistatud kaetud tööde akt ning antud luba järgnevate tööde teostamiseks</w:t>
      </w:r>
      <w:r w:rsidR="00B61F70" w:rsidRPr="0091069E">
        <w:rPr>
          <w:color w:val="000000"/>
        </w:rPr>
        <w:t>;</w:t>
      </w:r>
    </w:p>
    <w:p w14:paraId="748D8B7E" w14:textId="77777777" w:rsidR="00B61F7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0E1865">
        <w:rPr>
          <w:color w:val="000000"/>
        </w:rPr>
        <w:t>.2.7</w:t>
      </w:r>
      <w:r w:rsidR="00C26D3D">
        <w:rPr>
          <w:color w:val="000000"/>
        </w:rPr>
        <w:t>.4.</w:t>
      </w:r>
      <w:r w:rsidR="002E06C0" w:rsidRPr="0091069E">
        <w:rPr>
          <w:color w:val="000000"/>
        </w:rPr>
        <w:t> </w:t>
      </w:r>
      <w:r w:rsidR="00036B80">
        <w:rPr>
          <w:color w:val="000000"/>
        </w:rPr>
        <w:t xml:space="preserve">ehitaja </w:t>
      </w:r>
      <w:r w:rsidR="00B61F70" w:rsidRPr="0091069E">
        <w:rPr>
          <w:color w:val="000000"/>
        </w:rPr>
        <w:t xml:space="preserve">poolt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1F70" w:rsidRPr="0091069E">
        <w:rPr>
          <w:color w:val="000000"/>
        </w:rPr>
        <w:t xml:space="preserve">le üleantavad tööd on üle vaadatud ja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äsundisaaja</w:t>
      </w:r>
      <w:r w:rsidR="00B676DC" w:rsidRPr="0091069E">
        <w:rPr>
          <w:color w:val="000000"/>
        </w:rPr>
        <w:t xml:space="preserve"> poolt on </w:t>
      </w:r>
      <w:r w:rsidR="00036B80">
        <w:rPr>
          <w:color w:val="000000"/>
        </w:rPr>
        <w:t>k</w:t>
      </w:r>
      <w:r w:rsidR="000D17C9" w:rsidRPr="0091069E">
        <w:rPr>
          <w:color w:val="000000"/>
        </w:rPr>
        <w:t>äsundiandja</w:t>
      </w:r>
      <w:r w:rsidR="00B676DC" w:rsidRPr="0091069E">
        <w:rPr>
          <w:color w:val="000000"/>
        </w:rPr>
        <w:t>le antud teave üleantavate tööde kohasuse kohta.</w:t>
      </w:r>
    </w:p>
    <w:p w14:paraId="752D64F2" w14:textId="77777777" w:rsidR="002E06C0" w:rsidRPr="0091069E" w:rsidRDefault="005F2E86" w:rsidP="002E06C0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.3.</w:t>
      </w:r>
      <w:r w:rsidR="002E06C0" w:rsidRPr="0091069E">
        <w:rPr>
          <w:color w:val="000000"/>
        </w:rPr>
        <w:t> </w:t>
      </w:r>
      <w:r w:rsidR="00DC4A8F" w:rsidRPr="0091069E">
        <w:rPr>
          <w:color w:val="000000"/>
        </w:rPr>
        <w:t>Fikseeri</w:t>
      </w:r>
      <w:r w:rsidR="003001D6" w:rsidRPr="0091069E">
        <w:rPr>
          <w:color w:val="000000"/>
        </w:rPr>
        <w:t>d</w:t>
      </w:r>
      <w:r w:rsidR="00DC4A8F" w:rsidRPr="0091069E">
        <w:rPr>
          <w:color w:val="000000"/>
        </w:rPr>
        <w:t xml:space="preserve">a </w:t>
      </w:r>
      <w:r w:rsidR="00C201B3">
        <w:rPr>
          <w:color w:val="000000"/>
        </w:rPr>
        <w:t>oma viibimised ehitusplatsil ning võimalikud märkused</w:t>
      </w:r>
      <w:r w:rsidR="00DC4A8F" w:rsidRPr="0091069E">
        <w:rPr>
          <w:color w:val="000000"/>
        </w:rPr>
        <w:t xml:space="preserve"> </w:t>
      </w:r>
      <w:r w:rsidR="00036B80">
        <w:rPr>
          <w:color w:val="000000"/>
        </w:rPr>
        <w:t>ehitaja</w:t>
      </w:r>
      <w:r w:rsidR="00DC4A8F" w:rsidRPr="0091069E">
        <w:rPr>
          <w:color w:val="000000"/>
        </w:rPr>
        <w:t xml:space="preserve"> poolt täidetavasse päevikusse.</w:t>
      </w:r>
    </w:p>
    <w:p w14:paraId="698681A3" w14:textId="77777777" w:rsidR="0048198C" w:rsidRDefault="005F2E86" w:rsidP="00740533">
      <w:pPr>
        <w:jc w:val="both"/>
        <w:rPr>
          <w:color w:val="000000"/>
        </w:rPr>
      </w:pPr>
      <w:r>
        <w:rPr>
          <w:color w:val="000000"/>
        </w:rPr>
        <w:t>6</w:t>
      </w:r>
      <w:r w:rsidR="00C26D3D">
        <w:rPr>
          <w:color w:val="000000"/>
        </w:rPr>
        <w:t>.4</w:t>
      </w:r>
      <w:r w:rsidR="002E06C0" w:rsidRPr="0091069E">
        <w:rPr>
          <w:color w:val="000000"/>
        </w:rPr>
        <w:t>. </w:t>
      </w:r>
      <w:r w:rsidR="00DC4A8F" w:rsidRPr="0091069E">
        <w:rPr>
          <w:color w:val="000000"/>
        </w:rPr>
        <w:t>Kooskõlasta</w:t>
      </w:r>
      <w:r w:rsidR="003001D6" w:rsidRPr="0091069E">
        <w:rPr>
          <w:color w:val="000000"/>
        </w:rPr>
        <w:t>d</w:t>
      </w:r>
      <w:r w:rsidR="007641CC" w:rsidRPr="0091069E">
        <w:rPr>
          <w:color w:val="000000"/>
        </w:rPr>
        <w:t>a e</w:t>
      </w:r>
      <w:r w:rsidR="00DC4A8F" w:rsidRPr="0091069E">
        <w:rPr>
          <w:color w:val="000000"/>
        </w:rPr>
        <w:t>hitustööde üleandmise-vastuvõtmise aktid.</w:t>
      </w:r>
    </w:p>
    <w:p w14:paraId="68282F71" w14:textId="77777777" w:rsidR="00740533" w:rsidRDefault="00AB74FD" w:rsidP="00740533">
      <w:pPr>
        <w:jc w:val="both"/>
      </w:pPr>
      <w:r>
        <w:rPr>
          <w:color w:val="000000"/>
        </w:rPr>
        <w:t>6.5.</w:t>
      </w:r>
      <w:r w:rsidR="007D43B5">
        <w:rPr>
          <w:color w:val="000000"/>
        </w:rPr>
        <w:t xml:space="preserve"> </w:t>
      </w:r>
      <w:r w:rsidR="00740533">
        <w:rPr>
          <w:color w:val="000000"/>
        </w:rPr>
        <w:t>V</w:t>
      </w:r>
      <w:r w:rsidR="00740533" w:rsidRPr="00740533">
        <w:t>ajadusel vaatama garantiiperioodi jooksul koos käsundiandjaga üle ehitisel ilmnenud mittevastavused ning osalema enne garantiiaja lõppu toimuval garantiiülevaatusel</w:t>
      </w:r>
      <w:r w:rsidR="00740533">
        <w:t>.</w:t>
      </w:r>
    </w:p>
    <w:p w14:paraId="68B0EB19" w14:textId="77777777" w:rsidR="00BB6809" w:rsidRPr="00BB6809" w:rsidRDefault="008C26E6" w:rsidP="00740533">
      <w:pPr>
        <w:jc w:val="both"/>
        <w:rPr>
          <w:color w:val="000000" w:themeColor="text1"/>
        </w:rPr>
      </w:pPr>
      <w:r>
        <w:t xml:space="preserve">6.6. Omada </w:t>
      </w:r>
      <w:r w:rsidRPr="007A3D87">
        <w:t>töö tegemisel, olenevalt töö iseloomust, vastava töö tegemiseks nõutavat tegevusluba või registreeringut või majandustegevuse teadet</w:t>
      </w:r>
      <w:r w:rsidR="00BB6809">
        <w:t>.</w:t>
      </w:r>
      <w:r w:rsidRPr="007A3D87">
        <w:t xml:space="preserve"> </w:t>
      </w:r>
      <w:r w:rsidR="00BB6809" w:rsidRPr="00BB6809">
        <w:rPr>
          <w:color w:val="000000" w:themeColor="text1"/>
        </w:rPr>
        <w:t xml:space="preserve">Välismaine teenuseosutaja peab järgima temale kehtivaid nõudeid. </w:t>
      </w:r>
    </w:p>
    <w:p w14:paraId="6638113F" w14:textId="77777777" w:rsidR="0005270D" w:rsidRDefault="005F2E86" w:rsidP="002E06C0">
      <w:pPr>
        <w:spacing w:before="240" w:after="120"/>
        <w:jc w:val="both"/>
        <w:rPr>
          <w:b/>
        </w:rPr>
      </w:pPr>
      <w:r>
        <w:rPr>
          <w:b/>
          <w:bCs/>
        </w:rPr>
        <w:t>7</w:t>
      </w:r>
      <w:r w:rsidR="002E06C0" w:rsidRPr="0091069E">
        <w:rPr>
          <w:b/>
          <w:bCs/>
        </w:rPr>
        <w:t>. </w:t>
      </w:r>
      <w:r w:rsidR="000D17C9" w:rsidRPr="0091069E">
        <w:rPr>
          <w:b/>
          <w:bCs/>
        </w:rPr>
        <w:t>Käsundiandja</w:t>
      </w:r>
      <w:r w:rsidR="0005270D" w:rsidRPr="0091069E">
        <w:rPr>
          <w:b/>
          <w:bCs/>
        </w:rPr>
        <w:t xml:space="preserve"> kohustused</w:t>
      </w:r>
      <w:r w:rsidR="0005270D" w:rsidRPr="0091069E">
        <w:rPr>
          <w:b/>
        </w:rPr>
        <w:t xml:space="preserve"> </w:t>
      </w:r>
    </w:p>
    <w:p w14:paraId="0FFA7EB3" w14:textId="77777777" w:rsidR="00E36F5B" w:rsidRPr="0091069E" w:rsidRDefault="00E36F5B" w:rsidP="002E06C0">
      <w:pPr>
        <w:spacing w:before="240" w:after="120"/>
        <w:jc w:val="both"/>
        <w:rPr>
          <w:b/>
        </w:rPr>
      </w:pPr>
      <w:r>
        <w:rPr>
          <w:b/>
        </w:rPr>
        <w:t>Käsundiandjal on kohustus</w:t>
      </w:r>
    </w:p>
    <w:p w14:paraId="17DB4038" w14:textId="77777777" w:rsidR="0005270D" w:rsidRPr="0091069E" w:rsidRDefault="002E06C0" w:rsidP="002E06C0">
      <w:pPr>
        <w:jc w:val="both"/>
      </w:pPr>
      <w:r w:rsidRPr="0091069E">
        <w:t>7.1. </w:t>
      </w:r>
      <w:r w:rsidR="003001D6" w:rsidRPr="000B0B6C">
        <w:t>A</w:t>
      </w:r>
      <w:r w:rsidR="0005270D" w:rsidRPr="000B0B6C">
        <w:t>n</w:t>
      </w:r>
      <w:r w:rsidR="003001D6" w:rsidRPr="000B0B6C">
        <w:t>da</w:t>
      </w:r>
      <w:r w:rsidR="0005270D" w:rsidRPr="000B0B6C">
        <w:t xml:space="preserve"> </w:t>
      </w:r>
      <w:r w:rsidR="00036B80" w:rsidRPr="000B0B6C">
        <w:t>k</w:t>
      </w:r>
      <w:r w:rsidR="000D17C9" w:rsidRPr="000B0B6C">
        <w:t>äsundisaaja</w:t>
      </w:r>
      <w:r w:rsidR="0005270D" w:rsidRPr="000B0B6C">
        <w:t xml:space="preserve">le üle </w:t>
      </w:r>
      <w:r w:rsidR="00E36F5B" w:rsidRPr="000B0B6C">
        <w:t>„Omanikujärelevalve korra“ § 3 lõikes 2 loetletud dokumendid.</w:t>
      </w:r>
      <w:r w:rsidR="00E36F5B">
        <w:t xml:space="preserve"> </w:t>
      </w:r>
    </w:p>
    <w:p w14:paraId="513B57BE" w14:textId="77777777" w:rsidR="0005270D" w:rsidRDefault="002E06C0" w:rsidP="002E06C0">
      <w:pPr>
        <w:jc w:val="both"/>
        <w:rPr>
          <w:color w:val="000000"/>
        </w:rPr>
      </w:pPr>
      <w:r w:rsidRPr="0091069E">
        <w:t>7.2. </w:t>
      </w:r>
      <w:r w:rsidR="003001D6" w:rsidRPr="0091069E">
        <w:t>Anda</w:t>
      </w:r>
      <w:r w:rsidR="0005270D" w:rsidRPr="0091069E">
        <w:t xml:space="preserve"> </w:t>
      </w:r>
      <w:r w:rsidR="00036B80">
        <w:t>k</w:t>
      </w:r>
      <w:r w:rsidR="000D17C9" w:rsidRPr="0091069E">
        <w:t>äsundisaaja</w:t>
      </w:r>
      <w:r w:rsidR="00DC4A8F" w:rsidRPr="0091069E">
        <w:t xml:space="preserve">le üle </w:t>
      </w:r>
      <w:r w:rsidR="00036B80">
        <w:t>e</w:t>
      </w:r>
      <w:r w:rsidRPr="0091069E">
        <w:t>hitusprojekti d</w:t>
      </w:r>
      <w:r w:rsidR="00DC4A8F" w:rsidRPr="0091069E">
        <w:t>okumentide m</w:t>
      </w:r>
      <w:r w:rsidR="0005270D" w:rsidRPr="0091069E">
        <w:t>uudatused samaaegselt nend</w:t>
      </w:r>
      <w:r w:rsidR="00DC4A8F" w:rsidRPr="0091069E">
        <w:t xml:space="preserve">e ülendamisega </w:t>
      </w:r>
      <w:r w:rsidR="00036B80">
        <w:t>ehitajale</w:t>
      </w:r>
      <w:r w:rsidR="00DC4A8F" w:rsidRPr="0091069E">
        <w:t xml:space="preserve">, sh </w:t>
      </w:r>
      <w:r w:rsidR="00036B80">
        <w:rPr>
          <w:color w:val="000000"/>
        </w:rPr>
        <w:t>ehitajaga</w:t>
      </w:r>
      <w:r w:rsidR="00DC4A8F" w:rsidRPr="0091069E">
        <w:rPr>
          <w:color w:val="000000"/>
        </w:rPr>
        <w:t xml:space="preserve"> kokkulepitud ajagraafiku ning</w:t>
      </w:r>
      <w:r w:rsidR="007641CC" w:rsidRPr="0091069E">
        <w:rPr>
          <w:color w:val="000000"/>
        </w:rPr>
        <w:t xml:space="preserve"> nõudma </w:t>
      </w:r>
      <w:r w:rsidR="00036B80">
        <w:rPr>
          <w:color w:val="000000"/>
        </w:rPr>
        <w:t>ehitajalt</w:t>
      </w:r>
      <w:r w:rsidR="007641CC" w:rsidRPr="0091069E">
        <w:rPr>
          <w:color w:val="000000"/>
        </w:rPr>
        <w:t xml:space="preserve"> ehitustööde</w:t>
      </w:r>
      <w:r w:rsidR="00DC4A8F" w:rsidRPr="0091069E">
        <w:rPr>
          <w:color w:val="000000"/>
        </w:rPr>
        <w:t xml:space="preserve"> dokumenteerimist</w:t>
      </w:r>
      <w:r w:rsidRPr="0091069E">
        <w:rPr>
          <w:color w:val="000000"/>
        </w:rPr>
        <w:t>.</w:t>
      </w:r>
    </w:p>
    <w:p w14:paraId="6CA20516" w14:textId="77777777" w:rsidR="0005270D" w:rsidRPr="0091069E" w:rsidRDefault="002E06C0" w:rsidP="002E06C0">
      <w:pPr>
        <w:jc w:val="both"/>
      </w:pPr>
      <w:r w:rsidRPr="0091069E">
        <w:t>7.3. </w:t>
      </w:r>
      <w:r w:rsidR="003001D6" w:rsidRPr="0091069E">
        <w:t>Vastutada</w:t>
      </w:r>
      <w:r w:rsidRPr="0091069E">
        <w:t xml:space="preserve"> ehitusplatsi, seal toimuva e</w:t>
      </w:r>
      <w:r w:rsidR="0005270D" w:rsidRPr="0091069E">
        <w:t>hitust</w:t>
      </w:r>
      <w:r w:rsidRPr="0091069E">
        <w:t xml:space="preserve">öö ja sellega kaasneda võivate </w:t>
      </w:r>
      <w:r w:rsidR="0005270D" w:rsidRPr="0091069E">
        <w:t>kõrval</w:t>
      </w:r>
      <w:r w:rsidR="0007680A">
        <w:t xml:space="preserve"> </w:t>
      </w:r>
      <w:r w:rsidR="0005270D" w:rsidRPr="0091069E">
        <w:t xml:space="preserve">mõjude eest ümbritsevale keskkonnale, välja arvatud osas, mis on lepinguga üle antud </w:t>
      </w:r>
      <w:r w:rsidR="008F0B72" w:rsidRPr="0091069E">
        <w:t>projekteerijale</w:t>
      </w:r>
      <w:r w:rsidRPr="0091069E">
        <w:t>,</w:t>
      </w:r>
      <w:r w:rsidR="008F0B72" w:rsidRPr="0091069E">
        <w:t xml:space="preserve"> </w:t>
      </w:r>
      <w:r w:rsidR="00036B80">
        <w:t>ehitajale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>le.</w:t>
      </w:r>
    </w:p>
    <w:p w14:paraId="1EAA20DE" w14:textId="77777777" w:rsidR="0005270D" w:rsidRPr="0091069E" w:rsidRDefault="002E06C0" w:rsidP="002E06C0">
      <w:pPr>
        <w:jc w:val="both"/>
      </w:pPr>
      <w:r w:rsidRPr="0091069E">
        <w:t>7.4. </w:t>
      </w:r>
      <w:r w:rsidR="003001D6" w:rsidRPr="0091069E">
        <w:t>Esitada</w:t>
      </w:r>
      <w:r w:rsidR="00D10CBA" w:rsidRPr="0091069E">
        <w:t xml:space="preserve"> kolmandale osapoolele, s</w:t>
      </w:r>
      <w:r w:rsidRPr="0091069E">
        <w:t>.</w:t>
      </w:r>
      <w:r w:rsidR="00D10CBA" w:rsidRPr="0091069E">
        <w:t xml:space="preserve">h </w:t>
      </w:r>
      <w:r w:rsidR="00036B80">
        <w:t xml:space="preserve">ehitajale </w:t>
      </w:r>
      <w:r w:rsidR="0005270D" w:rsidRPr="0091069E">
        <w:t xml:space="preserve">ja projekteerijale </w:t>
      </w:r>
      <w:r w:rsidR="00036B80">
        <w:t>k</w:t>
      </w:r>
      <w:r w:rsidR="000D17C9" w:rsidRPr="0091069E">
        <w:t>äsundisaaja</w:t>
      </w:r>
      <w:r w:rsidR="0005270D" w:rsidRPr="0091069E">
        <w:t xml:space="preserve"> </w:t>
      </w:r>
      <w:r w:rsidR="008F0B72" w:rsidRPr="0091069E">
        <w:t xml:space="preserve">andmed </w:t>
      </w:r>
      <w:r w:rsidR="0005270D" w:rsidRPr="0091069E">
        <w:t xml:space="preserve">ja kohustuste loetelu. Vastuolude puhul </w:t>
      </w:r>
      <w:r w:rsidR="00036B80">
        <w:t>k</w:t>
      </w:r>
      <w:r w:rsidR="000D17C9" w:rsidRPr="0091069E">
        <w:t>äsundisaaja</w:t>
      </w:r>
      <w:r w:rsidR="008F0B72" w:rsidRPr="0091069E">
        <w:t xml:space="preserve">ga sõlmitud </w:t>
      </w:r>
      <w:r w:rsidR="00036B80">
        <w:t>l</w:t>
      </w:r>
      <w:r w:rsidRPr="0091069E">
        <w:t>epin</w:t>
      </w:r>
      <w:r w:rsidR="00036B80">
        <w:t xml:space="preserve">gu tingimuste ja </w:t>
      </w:r>
      <w:r w:rsidR="00036B80">
        <w:lastRenderedPageBreak/>
        <w:t>ehituslepingu</w:t>
      </w:r>
      <w:r w:rsidRPr="0091069E">
        <w:t xml:space="preserve"> </w:t>
      </w:r>
      <w:r w:rsidR="0005270D" w:rsidRPr="0091069E">
        <w:t xml:space="preserve">ning </w:t>
      </w:r>
      <w:r w:rsidR="00036B80">
        <w:t>p</w:t>
      </w:r>
      <w:r w:rsidR="008F0B72" w:rsidRPr="0091069E">
        <w:t xml:space="preserve">rojekteerimislepingu </w:t>
      </w:r>
      <w:r w:rsidR="0005270D" w:rsidRPr="0091069E">
        <w:t xml:space="preserve">tingimuste vahel vastutab tagajärgede eest </w:t>
      </w:r>
      <w:r w:rsidR="00036B80">
        <w:t>k</w:t>
      </w:r>
      <w:r w:rsidR="000D17C9" w:rsidRPr="0091069E">
        <w:t>äsundiandja</w:t>
      </w:r>
      <w:r w:rsidR="0005270D" w:rsidRPr="0091069E">
        <w:t>.</w:t>
      </w:r>
    </w:p>
    <w:p w14:paraId="7FBBB27F" w14:textId="77777777" w:rsidR="0005270D" w:rsidRPr="0091069E" w:rsidRDefault="00036B80" w:rsidP="002E06C0">
      <w:pPr>
        <w:jc w:val="both"/>
      </w:pPr>
      <w:r>
        <w:t>7.5. Hüvitada k</w:t>
      </w:r>
      <w:r w:rsidR="002E06C0" w:rsidRPr="0091069E">
        <w:t>äsundisaajale kulud, mida viimane on kandnud või kannab seoses nimetatud töödega, j</w:t>
      </w:r>
      <w:r w:rsidR="0005270D" w:rsidRPr="0091069E">
        <w:t>uhul, kui mingil põhjusel peatatakse</w:t>
      </w:r>
      <w:r w:rsidR="002E06C0" w:rsidRPr="0091069E">
        <w:t xml:space="preserve"> kokkulepitud tööde teostamine. </w:t>
      </w:r>
    </w:p>
    <w:p w14:paraId="5EBBA7C6" w14:textId="77777777" w:rsidR="0005270D" w:rsidRPr="0091069E" w:rsidRDefault="002E06C0" w:rsidP="002E06C0">
      <w:pPr>
        <w:spacing w:before="240" w:after="120"/>
        <w:jc w:val="both"/>
        <w:rPr>
          <w:b/>
        </w:rPr>
      </w:pPr>
      <w:r w:rsidRPr="0091069E">
        <w:rPr>
          <w:b/>
        </w:rPr>
        <w:t>8. </w:t>
      </w:r>
      <w:r w:rsidR="0005270D" w:rsidRPr="0091069E">
        <w:rPr>
          <w:b/>
        </w:rPr>
        <w:t xml:space="preserve">Lepingu </w:t>
      </w:r>
      <w:r w:rsidR="008F0B72" w:rsidRPr="0091069E">
        <w:rPr>
          <w:b/>
        </w:rPr>
        <w:t>ülesütlemine</w:t>
      </w:r>
    </w:p>
    <w:p w14:paraId="602037A9" w14:textId="77777777" w:rsidR="002E06C0" w:rsidRPr="0091069E" w:rsidRDefault="00036B80" w:rsidP="002E06C0">
      <w:pPr>
        <w:jc w:val="both"/>
      </w:pPr>
      <w:r>
        <w:t>8.1. Käsundisaajal on õigus l</w:t>
      </w:r>
      <w:r w:rsidR="002E06C0" w:rsidRPr="0091069E">
        <w:t>eping ennetähtaegselt üles öelda, kui:</w:t>
      </w:r>
    </w:p>
    <w:p w14:paraId="4F043B57" w14:textId="77777777" w:rsidR="002E06C0" w:rsidRPr="0091069E" w:rsidRDefault="00036B80" w:rsidP="002E06C0">
      <w:pPr>
        <w:jc w:val="both"/>
      </w:pPr>
      <w:r>
        <w:t>8.1.1. käsundiandja rikub l</w:t>
      </w:r>
      <w:r w:rsidR="002E06C0" w:rsidRPr="0091069E">
        <w:t>epinguga võetud kohustusi;</w:t>
      </w:r>
    </w:p>
    <w:p w14:paraId="7065567D" w14:textId="77777777" w:rsidR="002E06C0" w:rsidRPr="0091069E" w:rsidRDefault="00036B80" w:rsidP="002E06C0">
      <w:pPr>
        <w:jc w:val="both"/>
      </w:pPr>
      <w:r>
        <w:t>8.1.2. k</w:t>
      </w:r>
      <w:r w:rsidR="002E06C0" w:rsidRPr="0091069E">
        <w:t>äsundiandja lõpetab oma tegevuse või osutub maksujõuetuks;</w:t>
      </w:r>
    </w:p>
    <w:p w14:paraId="7AB3EA19" w14:textId="77777777" w:rsidR="002E06C0" w:rsidRPr="0091069E" w:rsidRDefault="00036B80" w:rsidP="002E06C0">
      <w:pPr>
        <w:jc w:val="both"/>
      </w:pPr>
      <w:r>
        <w:t>8.1.3. k</w:t>
      </w:r>
      <w:r w:rsidR="002E06C0" w:rsidRPr="0091069E">
        <w:t>äsundiandja ei täida kirjalik</w:t>
      </w:r>
      <w:r>
        <w:t>ust meeldetuletusest hoolimata l</w:t>
      </w:r>
      <w:r w:rsidR="002E06C0" w:rsidRPr="0091069E">
        <w:t>epinguga sätestatud maksekohustusi;</w:t>
      </w:r>
    </w:p>
    <w:p w14:paraId="6328C87A" w14:textId="77777777" w:rsidR="002E06C0" w:rsidRPr="0091069E" w:rsidRDefault="002E06C0" w:rsidP="002E06C0">
      <w:pPr>
        <w:jc w:val="both"/>
      </w:pPr>
      <w:r w:rsidRPr="0091069E">
        <w:t>8.1.4. ilmnevad asjaolud, millede mõjul omanikujärelevalve</w:t>
      </w:r>
      <w:r w:rsidR="00036B80">
        <w:t>teenuse tegemisel ei saavutata l</w:t>
      </w:r>
      <w:r w:rsidRPr="0091069E">
        <w:t>epingus ettenähtud tulemust.</w:t>
      </w:r>
    </w:p>
    <w:p w14:paraId="2E9FD2DA" w14:textId="77777777" w:rsidR="002E06C0" w:rsidRPr="0091069E" w:rsidRDefault="00036B80" w:rsidP="002E06C0">
      <w:pPr>
        <w:jc w:val="both"/>
      </w:pPr>
      <w:r>
        <w:t>8.2. käsundiandjal on õigus l</w:t>
      </w:r>
      <w:r w:rsidR="002E06C0" w:rsidRPr="0091069E">
        <w:t>eping ennetähtaegselt üles öelda, kui:</w:t>
      </w:r>
    </w:p>
    <w:p w14:paraId="4468C991" w14:textId="77777777" w:rsidR="002E06C0" w:rsidRPr="0091069E" w:rsidRDefault="002E06C0" w:rsidP="002E06C0">
      <w:pPr>
        <w:jc w:val="both"/>
      </w:pPr>
      <w:r w:rsidRPr="0091069E">
        <w:t>8.2.1. i</w:t>
      </w:r>
      <w:r w:rsidR="00036B80">
        <w:t>lmnevad asjaolud, mis muudavad e</w:t>
      </w:r>
      <w:r w:rsidRPr="0091069E">
        <w:t>hitustöö jätkamise võimatuks;</w:t>
      </w:r>
    </w:p>
    <w:p w14:paraId="03098763" w14:textId="77777777" w:rsidR="002E06C0" w:rsidRPr="0091069E" w:rsidRDefault="00036B80" w:rsidP="002E06C0">
      <w:pPr>
        <w:jc w:val="both"/>
      </w:pPr>
      <w:r>
        <w:t>8.2.2. k</w:t>
      </w:r>
      <w:r w:rsidR="002E06C0" w:rsidRPr="0091069E">
        <w:t>äsundiandja lõpetab oma tegevuse;</w:t>
      </w:r>
    </w:p>
    <w:p w14:paraId="1F9B8DED" w14:textId="77777777" w:rsidR="009A417F" w:rsidRPr="0091069E" w:rsidRDefault="00036B80" w:rsidP="002E06C0">
      <w:pPr>
        <w:jc w:val="both"/>
      </w:pPr>
      <w:r>
        <w:t>8.2.3.k</w:t>
      </w:r>
      <w:r w:rsidR="002E06C0" w:rsidRPr="0091069E">
        <w:t>äsundisaaja lõpetab oma tegevuse, kuulutatakse pankrotis</w:t>
      </w:r>
      <w:r w:rsidR="0007680A">
        <w:t xml:space="preserve"> </w:t>
      </w:r>
      <w:r w:rsidR="002E06C0" w:rsidRPr="0091069E">
        <w:t xml:space="preserve">olevaks või </w:t>
      </w:r>
      <w:r>
        <w:t>on tõestatud, et ta ei tegutse l</w:t>
      </w:r>
      <w:r w:rsidR="002E06C0" w:rsidRPr="0091069E">
        <w:t>epingu täitmis</w:t>
      </w:r>
      <w:r>
        <w:t>el sõltumatult ja erapooletult k</w:t>
      </w:r>
      <w:r w:rsidR="002E06C0" w:rsidRPr="0091069E">
        <w:t>äsundiandja huve ja eesmärke esindades;</w:t>
      </w:r>
      <w:r w:rsidR="009A417F" w:rsidRPr="0091069E">
        <w:t xml:space="preserve"> </w:t>
      </w:r>
    </w:p>
    <w:p w14:paraId="2DA06FFA" w14:textId="77777777" w:rsidR="008B72F1" w:rsidRPr="0091069E" w:rsidRDefault="00036B80" w:rsidP="002E06C0">
      <w:pPr>
        <w:jc w:val="both"/>
      </w:pPr>
      <w:r>
        <w:t>8.2.4. vaatamata k</w:t>
      </w:r>
      <w:r w:rsidR="009A417F" w:rsidRPr="0091069E">
        <w:t>äsundiandja kirjali</w:t>
      </w:r>
      <w:r>
        <w:t>kule meeldetuletusele ei suuda k</w:t>
      </w:r>
      <w:r w:rsidR="009A417F" w:rsidRPr="0091069E">
        <w:t>äsundisaaja täita temale lepinguga pandud kohustusi.</w:t>
      </w:r>
    </w:p>
    <w:p w14:paraId="7EF4A11C" w14:textId="77777777" w:rsidR="0005270D" w:rsidRPr="0091069E" w:rsidRDefault="0044482F" w:rsidP="0044482F">
      <w:pPr>
        <w:spacing w:before="240" w:after="120"/>
        <w:jc w:val="both"/>
        <w:rPr>
          <w:b/>
        </w:rPr>
      </w:pPr>
      <w:r w:rsidRPr="0091069E">
        <w:rPr>
          <w:b/>
        </w:rPr>
        <w:t>9. Poolte volitatud esindajad</w:t>
      </w:r>
    </w:p>
    <w:p w14:paraId="09D5A078" w14:textId="77777777" w:rsidR="0005270D" w:rsidRPr="0091069E" w:rsidRDefault="0044482F" w:rsidP="0044482F">
      <w:pPr>
        <w:jc w:val="both"/>
      </w:pPr>
      <w:r w:rsidRPr="0091069E">
        <w:t>9.1. </w:t>
      </w:r>
      <w:r w:rsidR="0005270D" w:rsidRPr="0091069E">
        <w:t xml:space="preserve">Lepingu täitmise ajaks määravad </w:t>
      </w:r>
      <w:r w:rsidR="00036B80">
        <w:t>k</w:t>
      </w:r>
      <w:r w:rsidR="000D17C9" w:rsidRPr="0091069E">
        <w:t>äsundiandja</w:t>
      </w:r>
      <w:r w:rsidR="0005270D" w:rsidRPr="0091069E">
        <w:t xml:space="preserve"> ja </w:t>
      </w:r>
      <w:r w:rsidR="00036B80">
        <w:t>k</w:t>
      </w:r>
      <w:r w:rsidR="000D17C9" w:rsidRPr="0091069E">
        <w:t>äsundisaaja</w:t>
      </w:r>
      <w:r w:rsidR="0005270D" w:rsidRPr="0091069E">
        <w:t xml:space="preserve"> ehitusplatsile </w:t>
      </w:r>
      <w:r w:rsidRPr="0091069E">
        <w:t xml:space="preserve">oma </w:t>
      </w:r>
      <w:r w:rsidR="0005270D" w:rsidRPr="0091069E">
        <w:t>täievolilis</w:t>
      </w:r>
      <w:r w:rsidR="00036B80">
        <w:t>e esindaja, kes on kompetentne</w:t>
      </w:r>
      <w:r w:rsidR="00B26CD5">
        <w:t xml:space="preserve"> l</w:t>
      </w:r>
      <w:r w:rsidR="0005270D" w:rsidRPr="0091069E">
        <w:t xml:space="preserve">epingus kirjeldatud tööde osas ja kellega teine </w:t>
      </w:r>
      <w:r w:rsidR="00036B80">
        <w:t>p</w:t>
      </w:r>
      <w:r w:rsidRPr="0091069E">
        <w:t>ool</w:t>
      </w:r>
      <w:r w:rsidR="0005270D" w:rsidRPr="0091069E">
        <w:t xml:space="preserve"> v</w:t>
      </w:r>
      <w:r w:rsidR="00C65D59" w:rsidRPr="0091069E">
        <w:t>õi</w:t>
      </w:r>
      <w:r w:rsidR="0005270D" w:rsidRPr="0091069E">
        <w:t xml:space="preserve"> tema volitatud esindaja saab lahendada k</w:t>
      </w:r>
      <w:r w:rsidR="00C65D59" w:rsidRPr="0091069E">
        <w:t>õ</w:t>
      </w:r>
      <w:r w:rsidR="0005270D" w:rsidRPr="0091069E">
        <w:t xml:space="preserve">ik probleemid seoses </w:t>
      </w:r>
      <w:r w:rsidR="00036B80">
        <w:t>l</w:t>
      </w:r>
      <w:r w:rsidRPr="0091069E">
        <w:t>epingu täitmisega.</w:t>
      </w:r>
      <w:r w:rsidR="0005270D" w:rsidRPr="0091069E">
        <w:t xml:space="preserve"> </w:t>
      </w:r>
    </w:p>
    <w:p w14:paraId="6379C148" w14:textId="77777777" w:rsidR="00F67FF5" w:rsidRPr="00F67FF5" w:rsidRDefault="00F67FF5" w:rsidP="00F67FF5">
      <w:r w:rsidRPr="00F67FF5">
        <w:t xml:space="preserve">9.2. Käsundiandja volitatud esindaja: Eldur Kalmann tel. 56653343, e-post </w:t>
      </w:r>
      <w:hyperlink r:id="rId8" w:history="1">
        <w:r w:rsidRPr="00F67FF5">
          <w:rPr>
            <w:rStyle w:val="Hyperlink"/>
          </w:rPr>
          <w:t>eldur1001@gmail.com</w:t>
        </w:r>
      </w:hyperlink>
    </w:p>
    <w:p w14:paraId="50F8CF02" w14:textId="77777777" w:rsidR="00F67FF5" w:rsidRPr="00F67FF5" w:rsidRDefault="00F67FF5" w:rsidP="00F67FF5">
      <w:r w:rsidRPr="00F67FF5">
        <w:t>9.3. Kä</w:t>
      </w:r>
      <w:r w:rsidR="004963C3">
        <w:t xml:space="preserve">sundisaaja volitatud esindaja: </w:t>
      </w:r>
      <w:r w:rsidRPr="00F67FF5">
        <w:t>He</w:t>
      </w:r>
      <w:r w:rsidR="004963C3">
        <w:t>inar Juuse, tel. 5159317, e-post</w:t>
      </w:r>
      <w:r w:rsidRPr="00F67FF5">
        <w:t xml:space="preserve"> </w:t>
      </w:r>
      <w:hyperlink r:id="rId9">
        <w:r w:rsidRPr="00F67FF5">
          <w:rPr>
            <w:rStyle w:val="Hyperlink"/>
          </w:rPr>
          <w:t>heinar.juuse@rmk.ee</w:t>
        </w:r>
      </w:hyperlink>
      <w:r w:rsidRPr="00F67FF5">
        <w:t xml:space="preserve">  </w:t>
      </w:r>
    </w:p>
    <w:p w14:paraId="742A501F" w14:textId="77777777" w:rsidR="003F1152" w:rsidRDefault="003F1152" w:rsidP="0044482F"/>
    <w:p w14:paraId="1650B1A5" w14:textId="77777777" w:rsidR="005F2E86" w:rsidRDefault="005F2E86" w:rsidP="005F2E86">
      <w:pPr>
        <w:rPr>
          <w:b/>
        </w:rPr>
      </w:pPr>
      <w:r w:rsidRPr="005F2E86">
        <w:rPr>
          <w:b/>
        </w:rPr>
        <w:t>10 Teadete edastamine</w:t>
      </w:r>
    </w:p>
    <w:p w14:paraId="30BBCE80" w14:textId="77777777" w:rsidR="005F2E86" w:rsidRPr="005F2E86" w:rsidRDefault="005F2E86" w:rsidP="005F2E86">
      <w:pPr>
        <w:rPr>
          <w:b/>
        </w:rPr>
      </w:pPr>
    </w:p>
    <w:p w14:paraId="2FEDC9E3" w14:textId="77777777" w:rsidR="005F2E86" w:rsidRDefault="005F2E86" w:rsidP="003E7BAB">
      <w:pPr>
        <w:jc w:val="both"/>
      </w:pPr>
      <w:r>
        <w:t xml:space="preserve">10.1 Lepinguga seotud teated edastatakse </w:t>
      </w:r>
      <w:r w:rsidR="00036B80">
        <w:t>telefoni teel või e-kirja teel poole l</w:t>
      </w:r>
      <w:r>
        <w:t>epingus märgitud e-posti aad</w:t>
      </w:r>
      <w:r w:rsidR="00B26CD5">
        <w:t>ressile. Aadressi muutusest on p</w:t>
      </w:r>
      <w:r>
        <w:t>ool kohustat</w:t>
      </w:r>
      <w:r w:rsidR="00036B80">
        <w:t>ud koheselt informeerima teist p</w:t>
      </w:r>
      <w:r>
        <w:t>oolt.</w:t>
      </w:r>
    </w:p>
    <w:p w14:paraId="5066C495" w14:textId="77777777" w:rsidR="005F2E86" w:rsidRDefault="005F2E86" w:rsidP="003E7BAB">
      <w:pPr>
        <w:jc w:val="both"/>
      </w:pPr>
      <w:r>
        <w:t>10.2 E-kirja teel edastatud teated peetakse kätte</w:t>
      </w:r>
      <w:r w:rsidR="0007680A">
        <w:t xml:space="preserve"> </w:t>
      </w:r>
      <w:r>
        <w:t>saaduks alates teate edastamisele järgnevast tööpäevast.</w:t>
      </w:r>
    </w:p>
    <w:p w14:paraId="11906E09" w14:textId="77777777" w:rsidR="005F2E86" w:rsidRPr="0091069E" w:rsidRDefault="005F2E86" w:rsidP="003E7BAB">
      <w:pPr>
        <w:jc w:val="both"/>
      </w:pPr>
      <w:r>
        <w:t>10.3 Lepingust taganemise avaldused n</w:t>
      </w:r>
      <w:r w:rsidR="00036B80">
        <w:t>ing lepingu rikkumisel teisele p</w:t>
      </w:r>
      <w:r>
        <w:t>oolele esitatavad nõudekirjad peavad olema kirjalikus vormis. Kirjaliku vormiga on võrdsustatud digitaalselt allkirjastatud elektrooniline dokument. Viimane vorminõue on täidetud ka juhul, kui teade edastatakse e-kirja teel.</w:t>
      </w:r>
    </w:p>
    <w:p w14:paraId="6CDA03F1" w14:textId="77777777" w:rsidR="0044482F" w:rsidRPr="0091069E" w:rsidRDefault="005F2E86" w:rsidP="003E7BAB">
      <w:pPr>
        <w:spacing w:before="240" w:after="240"/>
        <w:jc w:val="both"/>
        <w:rPr>
          <w:b/>
        </w:rPr>
      </w:pPr>
      <w:r>
        <w:rPr>
          <w:b/>
        </w:rPr>
        <w:t>11</w:t>
      </w:r>
      <w:r w:rsidR="0044482F" w:rsidRPr="0091069E">
        <w:rPr>
          <w:b/>
        </w:rPr>
        <w:t>. Lõppsätted</w:t>
      </w:r>
    </w:p>
    <w:p w14:paraId="02D628FE" w14:textId="77777777" w:rsidR="0044482F" w:rsidRPr="0091069E" w:rsidRDefault="005F2E86" w:rsidP="0044482F">
      <w:pPr>
        <w:jc w:val="both"/>
        <w:rPr>
          <w:bCs/>
        </w:rPr>
      </w:pPr>
      <w:r>
        <w:rPr>
          <w:bCs/>
        </w:rPr>
        <w:t>11</w:t>
      </w:r>
      <w:r w:rsidR="00036B80">
        <w:rPr>
          <w:bCs/>
        </w:rPr>
        <w:t>.1 Kõik l</w:t>
      </w:r>
      <w:r w:rsidR="0044482F" w:rsidRPr="0091069E">
        <w:rPr>
          <w:bCs/>
        </w:rPr>
        <w:t>epingu muudatused jõustuvad päras</w:t>
      </w:r>
      <w:r w:rsidR="00036B80">
        <w:rPr>
          <w:bCs/>
        </w:rPr>
        <w:t>t nende allakirjutamist mõlema p</w:t>
      </w:r>
      <w:r w:rsidR="0044482F" w:rsidRPr="0091069E">
        <w:rPr>
          <w:bCs/>
        </w:rPr>
        <w:t xml:space="preserve">oole poolt </w:t>
      </w:r>
      <w:r w:rsidR="00036B80">
        <w:rPr>
          <w:bCs/>
        </w:rPr>
        <w:t>al</w:t>
      </w:r>
      <w:r w:rsidR="00036B80">
        <w:rPr>
          <w:bCs/>
        </w:rPr>
        <w:softHyphen/>
        <w:t>lakirjutamise momendist või p</w:t>
      </w:r>
      <w:r w:rsidR="0044482F" w:rsidRPr="0091069E">
        <w:rPr>
          <w:bCs/>
        </w:rPr>
        <w:t>oolte poolt kirjalikult määratud tähtajal.</w:t>
      </w:r>
    </w:p>
    <w:p w14:paraId="6CEF563D" w14:textId="77777777" w:rsidR="0044482F" w:rsidRPr="00590021" w:rsidRDefault="005F2E86" w:rsidP="0044482F">
      <w:pPr>
        <w:jc w:val="both"/>
        <w:rPr>
          <w:bCs/>
        </w:rPr>
      </w:pPr>
      <w:r>
        <w:rPr>
          <w:bCs/>
        </w:rPr>
        <w:t>11</w:t>
      </w:r>
      <w:r w:rsidR="0044482F" w:rsidRPr="0091069E">
        <w:rPr>
          <w:bCs/>
        </w:rPr>
        <w:t>.2 Lepinguga seonduvaid eria</w:t>
      </w:r>
      <w:r w:rsidR="00036B80">
        <w:rPr>
          <w:bCs/>
        </w:rPr>
        <w:t>rvamusi ja vaidlusi lahendavad p</w:t>
      </w:r>
      <w:r w:rsidR="0044482F" w:rsidRPr="0091069E">
        <w:rPr>
          <w:bCs/>
        </w:rPr>
        <w:t>ooled eel</w:t>
      </w:r>
      <w:r w:rsidR="00036B80">
        <w:rPr>
          <w:bCs/>
        </w:rPr>
        <w:t>kõige läbirääkimiste teel. Kui l</w:t>
      </w:r>
      <w:r w:rsidR="0044482F" w:rsidRPr="0091069E">
        <w:rPr>
          <w:bCs/>
        </w:rPr>
        <w:t>epingust tulenevaid</w:t>
      </w:r>
      <w:r w:rsidR="00036B80">
        <w:rPr>
          <w:bCs/>
        </w:rPr>
        <w:t xml:space="preserve"> vaidlusi ei õnnestu lahendada p</w:t>
      </w:r>
      <w:r w:rsidR="0044482F" w:rsidRPr="0091069E">
        <w:rPr>
          <w:bCs/>
        </w:rPr>
        <w:t xml:space="preserve">oolte läbirääkimistega, </w:t>
      </w:r>
      <w:r w:rsidR="0044482F" w:rsidRPr="00590021">
        <w:rPr>
          <w:bCs/>
        </w:rPr>
        <w:t>lahen</w:t>
      </w:r>
      <w:r w:rsidR="0044482F" w:rsidRPr="00590021">
        <w:rPr>
          <w:bCs/>
        </w:rPr>
        <w:softHyphen/>
        <w:t>datakse vaidlus kostja asukohajärgses kohtus.</w:t>
      </w:r>
    </w:p>
    <w:p w14:paraId="34CC4452" w14:textId="77777777" w:rsidR="0044482F" w:rsidRDefault="0044482F" w:rsidP="0044482F">
      <w:pPr>
        <w:jc w:val="both"/>
      </w:pPr>
    </w:p>
    <w:p w14:paraId="1B65C666" w14:textId="77777777" w:rsidR="00440FC6" w:rsidRPr="00590021" w:rsidRDefault="00440FC6" w:rsidP="0044482F">
      <w:pPr>
        <w:jc w:val="both"/>
      </w:pPr>
    </w:p>
    <w:p w14:paraId="2A78EAE8" w14:textId="77777777" w:rsidR="0044482F" w:rsidRDefault="0044482F" w:rsidP="0044482F">
      <w:pPr>
        <w:jc w:val="both"/>
      </w:pPr>
    </w:p>
    <w:p w14:paraId="7BD8946E" w14:textId="77777777" w:rsidR="0044482F" w:rsidRPr="00590021" w:rsidRDefault="0044482F" w:rsidP="009B782F">
      <w:pPr>
        <w:spacing w:after="240"/>
        <w:jc w:val="both"/>
        <w:rPr>
          <w:b/>
        </w:rPr>
      </w:pPr>
      <w:r w:rsidRPr="00590021">
        <w:rPr>
          <w:b/>
        </w:rPr>
        <w:t>Poolte andmed ja allkirjad: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4"/>
        <w:gridCol w:w="553"/>
        <w:gridCol w:w="4866"/>
      </w:tblGrid>
      <w:tr w:rsidR="00A61FE2" w:rsidRPr="00590021" w14:paraId="3285173A" w14:textId="77777777" w:rsidTr="00A61FE2">
        <w:tc>
          <w:tcPr>
            <w:tcW w:w="3574" w:type="dxa"/>
            <w:tcBorders>
              <w:bottom w:val="double" w:sz="4" w:space="0" w:color="auto"/>
            </w:tcBorders>
          </w:tcPr>
          <w:p w14:paraId="3EC32B1C" w14:textId="77777777" w:rsidR="00A61FE2" w:rsidRPr="004B1106" w:rsidRDefault="00A61FE2" w:rsidP="00A61FE2">
            <w:r w:rsidRPr="004B1106">
              <w:t>Käsundiandja</w:t>
            </w:r>
          </w:p>
        </w:tc>
        <w:tc>
          <w:tcPr>
            <w:tcW w:w="553" w:type="dxa"/>
          </w:tcPr>
          <w:p w14:paraId="6059A16B" w14:textId="77777777" w:rsidR="00A61FE2" w:rsidRPr="004B1106" w:rsidRDefault="00A61FE2" w:rsidP="00A61FE2"/>
        </w:tc>
        <w:tc>
          <w:tcPr>
            <w:tcW w:w="4866" w:type="dxa"/>
            <w:tcBorders>
              <w:bottom w:val="double" w:sz="4" w:space="0" w:color="auto"/>
            </w:tcBorders>
          </w:tcPr>
          <w:p w14:paraId="69927450" w14:textId="77777777" w:rsidR="00A61FE2" w:rsidRPr="004B1106" w:rsidRDefault="00A61FE2" w:rsidP="00A61FE2">
            <w:r w:rsidRPr="004B1106">
              <w:t>Käsundisaaja</w:t>
            </w:r>
          </w:p>
        </w:tc>
      </w:tr>
      <w:tr w:rsidR="00A61FE2" w:rsidRPr="00590021" w14:paraId="21B617C5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ouble" w:sz="4" w:space="0" w:color="auto"/>
              <w:bottom w:val="dashSmallGap" w:sz="4" w:space="0" w:color="auto"/>
            </w:tcBorders>
          </w:tcPr>
          <w:p w14:paraId="36D8D0B5" w14:textId="77777777" w:rsidR="00A61FE2" w:rsidRPr="004B1106" w:rsidRDefault="00A61FE2" w:rsidP="00A61FE2">
            <w:r w:rsidRPr="004B1106">
              <w:t>Riigimetsa Majandamise Keskus</w:t>
            </w:r>
          </w:p>
        </w:tc>
        <w:tc>
          <w:tcPr>
            <w:tcW w:w="553" w:type="dxa"/>
          </w:tcPr>
          <w:p w14:paraId="36CB71EB" w14:textId="77777777" w:rsidR="00A61FE2" w:rsidRPr="004B1106" w:rsidRDefault="00A61FE2" w:rsidP="00A61FE2"/>
        </w:tc>
        <w:tc>
          <w:tcPr>
            <w:tcW w:w="4866" w:type="dxa"/>
            <w:tcBorders>
              <w:top w:val="double" w:sz="4" w:space="0" w:color="auto"/>
              <w:bottom w:val="dashSmallGap" w:sz="4" w:space="0" w:color="auto"/>
            </w:tcBorders>
          </w:tcPr>
          <w:p w14:paraId="35DE06C2" w14:textId="77777777" w:rsidR="00A61FE2" w:rsidRPr="004B1106" w:rsidRDefault="00A61FE2" w:rsidP="00A61FE2">
            <w:r w:rsidRPr="004B1106">
              <w:t>E&amp;A Ehitus ja Kaubandus OÜ</w:t>
            </w:r>
          </w:p>
        </w:tc>
      </w:tr>
      <w:tr w:rsidR="00A61FE2" w:rsidRPr="00590021" w14:paraId="13D9C749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1BAAB7E" w14:textId="77777777" w:rsidR="00A61FE2" w:rsidRPr="004B1106" w:rsidRDefault="00A61FE2" w:rsidP="00A61FE2">
            <w:r w:rsidRPr="004B1106">
              <w:t>Registrikood 70004459</w:t>
            </w:r>
          </w:p>
        </w:tc>
        <w:tc>
          <w:tcPr>
            <w:tcW w:w="553" w:type="dxa"/>
          </w:tcPr>
          <w:p w14:paraId="5151F330" w14:textId="77777777" w:rsidR="00A61FE2" w:rsidRPr="004B1106" w:rsidRDefault="00A61FE2" w:rsidP="00A61FE2"/>
        </w:tc>
        <w:tc>
          <w:tcPr>
            <w:tcW w:w="48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EB604A" w14:textId="77777777" w:rsidR="00A61FE2" w:rsidRPr="004B1106" w:rsidRDefault="004963C3" w:rsidP="00A61FE2">
            <w:r>
              <w:t xml:space="preserve">Registrikood </w:t>
            </w:r>
            <w:r w:rsidR="00A61FE2" w:rsidRPr="004B1106">
              <w:t>11652728</w:t>
            </w:r>
          </w:p>
        </w:tc>
      </w:tr>
      <w:tr w:rsidR="00A61FE2" w:rsidRPr="00590021" w14:paraId="0098243E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BEEB2D" w14:textId="77777777" w:rsidR="00A61FE2" w:rsidRPr="004B1106" w:rsidRDefault="00A61FE2" w:rsidP="00A61FE2">
            <w:r w:rsidRPr="004B1106">
              <w:t>Mõisa, Sagadi küla, Haljala vald,</w:t>
            </w:r>
          </w:p>
        </w:tc>
        <w:tc>
          <w:tcPr>
            <w:tcW w:w="553" w:type="dxa"/>
          </w:tcPr>
          <w:p w14:paraId="4B50E4E7" w14:textId="77777777" w:rsidR="00A61FE2" w:rsidRPr="004B1106" w:rsidRDefault="00A61FE2" w:rsidP="00A61FE2"/>
        </w:tc>
        <w:tc>
          <w:tcPr>
            <w:tcW w:w="48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6A5DA9" w14:textId="77777777" w:rsidR="00A61FE2" w:rsidRPr="004B1106" w:rsidRDefault="00A61FE2" w:rsidP="00A61FE2">
            <w:r w:rsidRPr="004B1106">
              <w:t>Kauge 11-2 Viljandi postiindeks:71016</w:t>
            </w:r>
          </w:p>
        </w:tc>
      </w:tr>
      <w:tr w:rsidR="00A61FE2" w:rsidRPr="00590021" w14:paraId="30BF22AA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7B31E23" w14:textId="77777777" w:rsidR="00A61FE2" w:rsidRPr="004B1106" w:rsidRDefault="00A61FE2" w:rsidP="00A61FE2">
            <w:r w:rsidRPr="004B1106">
              <w:t>45403 Lääne-Viru maakond</w:t>
            </w:r>
          </w:p>
        </w:tc>
        <w:tc>
          <w:tcPr>
            <w:tcW w:w="553" w:type="dxa"/>
          </w:tcPr>
          <w:p w14:paraId="5D9806B9" w14:textId="77777777" w:rsidR="00A61FE2" w:rsidRPr="004B1106" w:rsidRDefault="00A61FE2" w:rsidP="00A61FE2"/>
        </w:tc>
        <w:tc>
          <w:tcPr>
            <w:tcW w:w="48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C46BCA0" w14:textId="77777777" w:rsidR="00A61FE2" w:rsidRPr="004B1106" w:rsidRDefault="00A61FE2" w:rsidP="00A61FE2">
            <w:r w:rsidRPr="004B1106">
              <w:t>Tel +37256653343</w:t>
            </w:r>
          </w:p>
        </w:tc>
      </w:tr>
      <w:tr w:rsidR="00A61FE2" w:rsidRPr="00590021" w14:paraId="633811A2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FA193BF" w14:textId="77777777" w:rsidR="00A61FE2" w:rsidRPr="004B1106" w:rsidRDefault="00A61FE2" w:rsidP="00A61FE2">
            <w:r w:rsidRPr="004B1106">
              <w:t>Põhja –Eesti piirkond</w:t>
            </w:r>
          </w:p>
        </w:tc>
        <w:tc>
          <w:tcPr>
            <w:tcW w:w="553" w:type="dxa"/>
          </w:tcPr>
          <w:p w14:paraId="64ADE4DF" w14:textId="77777777" w:rsidR="00A61FE2" w:rsidRPr="004B1106" w:rsidRDefault="00A61FE2" w:rsidP="00A61FE2"/>
        </w:tc>
        <w:tc>
          <w:tcPr>
            <w:tcW w:w="48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E321AB8" w14:textId="77777777" w:rsidR="00A61FE2" w:rsidRPr="004B1106" w:rsidRDefault="001848B4" w:rsidP="00A61FE2">
            <w:r>
              <w:t>Konto EE61010220069090012</w:t>
            </w:r>
          </w:p>
        </w:tc>
      </w:tr>
      <w:tr w:rsidR="00A61FE2" w14:paraId="4F77A781" w14:textId="77777777" w:rsidTr="00A61FE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7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095960" w14:textId="77777777" w:rsidR="00A61FE2" w:rsidRPr="004B1106" w:rsidRDefault="00A61FE2" w:rsidP="00A61FE2"/>
        </w:tc>
        <w:tc>
          <w:tcPr>
            <w:tcW w:w="553" w:type="dxa"/>
          </w:tcPr>
          <w:p w14:paraId="76B6BCCB" w14:textId="77777777" w:rsidR="00A61FE2" w:rsidRPr="004B1106" w:rsidRDefault="00A61FE2" w:rsidP="00A61FE2"/>
        </w:tc>
        <w:tc>
          <w:tcPr>
            <w:tcW w:w="4866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B75C0F0" w14:textId="77777777" w:rsidR="00A61FE2" w:rsidRPr="004B1106" w:rsidRDefault="00A61FE2" w:rsidP="00A61FE2"/>
        </w:tc>
      </w:tr>
    </w:tbl>
    <w:p w14:paraId="3C61E46B" w14:textId="77777777" w:rsidR="00D97526" w:rsidRPr="008B50FA" w:rsidRDefault="00D97526" w:rsidP="00D97526">
      <w:pPr>
        <w:spacing w:before="240" w:after="240"/>
        <w:jc w:val="both"/>
      </w:pPr>
      <w:r w:rsidRPr="008B50FA">
        <w:t>/allkirjastatud digitaalselt/</w:t>
      </w:r>
      <w:r w:rsidRPr="008B50FA">
        <w:tab/>
      </w:r>
      <w:r w:rsidRPr="008B50FA">
        <w:tab/>
      </w:r>
      <w:r w:rsidRPr="008B50FA">
        <w:tab/>
        <w:t xml:space="preserve">   /allkirjastatud digitaalselt/</w:t>
      </w:r>
    </w:p>
    <w:p w14:paraId="1284AD92" w14:textId="77777777" w:rsidR="00D97526" w:rsidRPr="008B50FA" w:rsidRDefault="00D97526" w:rsidP="00D97526">
      <w:pPr>
        <w:spacing w:before="240" w:after="240"/>
        <w:jc w:val="both"/>
      </w:pPr>
      <w:r w:rsidRPr="00D1613B">
        <w:t xml:space="preserve">         Jaanus Käärma</w:t>
      </w:r>
      <w:r w:rsidRPr="008B50FA">
        <w:tab/>
      </w:r>
      <w:r w:rsidRPr="008B50FA">
        <w:tab/>
      </w:r>
      <w:r w:rsidRPr="008B50FA">
        <w:tab/>
      </w:r>
      <w:r w:rsidRPr="008B50FA">
        <w:tab/>
      </w:r>
      <w:r>
        <w:t xml:space="preserve">        </w:t>
      </w:r>
      <w:r w:rsidRPr="008B50FA">
        <w:t>Eldur Kalmann</w:t>
      </w:r>
    </w:p>
    <w:p w14:paraId="07038592" w14:textId="77777777" w:rsidR="00D97526" w:rsidRPr="008B50FA" w:rsidRDefault="004963C3" w:rsidP="00D97526">
      <w:pPr>
        <w:spacing w:before="240" w:after="240"/>
        <w:jc w:val="both"/>
      </w:pPr>
      <w:r>
        <w:t xml:space="preserve">          piirkonna juht</w:t>
      </w:r>
      <w:r w:rsidR="00D97526">
        <w:tab/>
      </w:r>
      <w:r w:rsidR="00D97526">
        <w:tab/>
      </w:r>
      <w:r w:rsidR="00D97526">
        <w:tab/>
        <w:t xml:space="preserve">      </w:t>
      </w:r>
      <w:r>
        <w:t xml:space="preserve">           </w:t>
      </w:r>
      <w:r w:rsidR="00D97526">
        <w:t xml:space="preserve">   juhatuse liige</w:t>
      </w:r>
    </w:p>
    <w:p w14:paraId="2D27E91D" w14:textId="77777777" w:rsidR="0044482F" w:rsidRPr="0091069E" w:rsidRDefault="0044482F" w:rsidP="0044482F">
      <w:pPr>
        <w:spacing w:before="240" w:after="240"/>
        <w:jc w:val="both"/>
        <w:rPr>
          <w:b/>
        </w:rPr>
      </w:pPr>
    </w:p>
    <w:sectPr w:rsidR="0044482F" w:rsidRPr="0091069E" w:rsidSect="00AC7420">
      <w:headerReference w:type="default" r:id="rId10"/>
      <w:headerReference w:type="first" r:id="rId11"/>
      <w:pgSz w:w="11909" w:h="16834" w:code="9"/>
      <w:pgMar w:top="1304" w:right="1109" w:bottom="1191" w:left="179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828F7" w14:textId="77777777" w:rsidR="00A37F76" w:rsidRDefault="00A37F76" w:rsidP="001B600D">
      <w:r>
        <w:separator/>
      </w:r>
    </w:p>
  </w:endnote>
  <w:endnote w:type="continuationSeparator" w:id="0">
    <w:p w14:paraId="467A89FE" w14:textId="77777777" w:rsidR="00A37F76" w:rsidRDefault="00A37F76" w:rsidP="001B6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012EA" w14:textId="77777777" w:rsidR="00A37F76" w:rsidRDefault="00A37F76" w:rsidP="001B600D">
      <w:r>
        <w:separator/>
      </w:r>
    </w:p>
  </w:footnote>
  <w:footnote w:type="continuationSeparator" w:id="0">
    <w:p w14:paraId="2C9B10C0" w14:textId="77777777" w:rsidR="00A37F76" w:rsidRDefault="00A37F76" w:rsidP="001B6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3B0E2" w14:textId="77777777" w:rsidR="000422A9" w:rsidRDefault="000422A9" w:rsidP="000422A9">
    <w:pPr>
      <w:pStyle w:val="Header"/>
    </w:pPr>
    <w:r>
      <w:t xml:space="preserve">                      </w:t>
    </w:r>
  </w:p>
  <w:p w14:paraId="0E85B79B" w14:textId="77777777" w:rsidR="00AC7420" w:rsidRDefault="00AC7420" w:rsidP="004963C3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1848B4">
      <w:rPr>
        <w:noProof/>
      </w:rPr>
      <w:t>2</w:t>
    </w:r>
    <w:r>
      <w:fldChar w:fldCharType="end"/>
    </w:r>
  </w:p>
  <w:p w14:paraId="3AE15F32" w14:textId="77777777" w:rsidR="008C26E6" w:rsidRDefault="008C26E6" w:rsidP="00473AD7">
    <w:pPr>
      <w:pStyle w:val="ListParagraph"/>
      <w:tabs>
        <w:tab w:val="center" w:pos="426"/>
        <w:tab w:val="right" w:pos="8306"/>
      </w:tabs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45AF" w14:textId="77777777" w:rsidR="007E37AE" w:rsidRPr="0016014E" w:rsidRDefault="007E37AE" w:rsidP="007E37AE">
    <w:pPr>
      <w:pStyle w:val="Header"/>
      <w:rPr>
        <w:b/>
        <w:color w:val="808080"/>
        <w:sz w:val="20"/>
        <w:szCs w:val="20"/>
      </w:rPr>
    </w:pPr>
    <w:r w:rsidRPr="00331B5F">
      <w:rPr>
        <w:b/>
        <w:color w:val="808080"/>
        <w:sz w:val="20"/>
        <w:szCs w:val="20"/>
      </w:rPr>
      <w:t xml:space="preserve"> </w:t>
    </w:r>
    <w:r>
      <w:rPr>
        <w:b/>
        <w:color w:val="808080"/>
        <w:sz w:val="20"/>
        <w:szCs w:val="20"/>
      </w:rPr>
      <w:tab/>
    </w:r>
    <w:r w:rsidRPr="00413C7B">
      <w:rPr>
        <w:rStyle w:val="PageNumber"/>
        <w:color w:val="808080"/>
        <w:sz w:val="20"/>
        <w:szCs w:val="20"/>
      </w:rPr>
      <w:fldChar w:fldCharType="begin"/>
    </w:r>
    <w:r w:rsidRPr="00413C7B">
      <w:rPr>
        <w:rStyle w:val="PageNumber"/>
        <w:color w:val="808080"/>
        <w:sz w:val="20"/>
        <w:szCs w:val="20"/>
      </w:rPr>
      <w:instrText xml:space="preserve"> PAGE </w:instrText>
    </w:r>
    <w:r w:rsidRPr="00413C7B">
      <w:rPr>
        <w:rStyle w:val="PageNumber"/>
        <w:color w:val="808080"/>
        <w:sz w:val="20"/>
        <w:szCs w:val="20"/>
      </w:rPr>
      <w:fldChar w:fldCharType="separate"/>
    </w:r>
    <w:r w:rsidR="001848B4">
      <w:rPr>
        <w:rStyle w:val="PageNumber"/>
        <w:noProof/>
        <w:color w:val="808080"/>
        <w:sz w:val="20"/>
        <w:szCs w:val="20"/>
      </w:rPr>
      <w:t>1</w:t>
    </w:r>
    <w:r w:rsidRPr="00413C7B">
      <w:rPr>
        <w:rStyle w:val="PageNumber"/>
        <w:color w:val="808080"/>
        <w:sz w:val="20"/>
        <w:szCs w:val="20"/>
      </w:rPr>
      <w:fldChar w:fldCharType="end"/>
    </w:r>
    <w:r>
      <w:rPr>
        <w:b/>
        <w:color w:val="808080"/>
        <w:sz w:val="20"/>
        <w:szCs w:val="20"/>
      </w:rPr>
      <w:tab/>
    </w:r>
  </w:p>
  <w:p w14:paraId="39F435A6" w14:textId="77777777" w:rsidR="00067EF9" w:rsidRPr="00440FC6" w:rsidRDefault="00D23193">
    <w:pPr>
      <w:pStyle w:val="Header"/>
      <w:rPr>
        <w:noProof/>
      </w:rPr>
    </w:pPr>
    <w:r>
      <w:rPr>
        <w:noProof/>
      </w:rPr>
      <w:drawing>
        <wp:inline distT="0" distB="0" distL="0" distR="0" wp14:anchorId="14993A33" wp14:editId="555A7E4F">
          <wp:extent cx="1706880" cy="904240"/>
          <wp:effectExtent l="0" t="0" r="762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880" cy="904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86E93"/>
    <w:multiLevelType w:val="multilevel"/>
    <w:tmpl w:val="AE940C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2F7269"/>
    <w:multiLevelType w:val="hybridMultilevel"/>
    <w:tmpl w:val="603A0A32"/>
    <w:lvl w:ilvl="0" w:tplc="2946EAD4">
      <w:start w:val="8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62E16"/>
    <w:multiLevelType w:val="hybridMultilevel"/>
    <w:tmpl w:val="E18663C8"/>
    <w:lvl w:ilvl="0" w:tplc="D194CC72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0EF15B32"/>
    <w:multiLevelType w:val="singleLevel"/>
    <w:tmpl w:val="4EF211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5B7A2C"/>
    <w:multiLevelType w:val="singleLevel"/>
    <w:tmpl w:val="98F2F1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8C7657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565852"/>
    <w:multiLevelType w:val="singleLevel"/>
    <w:tmpl w:val="F3021E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78A212C"/>
    <w:multiLevelType w:val="multilevel"/>
    <w:tmpl w:val="B058A64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D54E3"/>
    <w:multiLevelType w:val="multilevel"/>
    <w:tmpl w:val="9DB80A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3E3090"/>
    <w:multiLevelType w:val="hybridMultilevel"/>
    <w:tmpl w:val="66B22E0E"/>
    <w:lvl w:ilvl="0" w:tplc="042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D7AB1"/>
    <w:multiLevelType w:val="multilevel"/>
    <w:tmpl w:val="B45849DC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EAA50B4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025814"/>
    <w:multiLevelType w:val="hybridMultilevel"/>
    <w:tmpl w:val="905A3F0C"/>
    <w:lvl w:ilvl="0" w:tplc="98F2F18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77C1C9C"/>
    <w:multiLevelType w:val="multilevel"/>
    <w:tmpl w:val="8676D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866BE4"/>
    <w:multiLevelType w:val="multilevel"/>
    <w:tmpl w:val="B058A6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491C1C"/>
    <w:multiLevelType w:val="multilevel"/>
    <w:tmpl w:val="B058A6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EBE7955"/>
    <w:multiLevelType w:val="hybridMultilevel"/>
    <w:tmpl w:val="D4C2BD9C"/>
    <w:lvl w:ilvl="0" w:tplc="042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E4464E"/>
    <w:multiLevelType w:val="multilevel"/>
    <w:tmpl w:val="60C6E95E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175" w:hanging="31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2841C99"/>
    <w:multiLevelType w:val="hybridMultilevel"/>
    <w:tmpl w:val="99CA57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A25B9E"/>
    <w:multiLevelType w:val="multilevel"/>
    <w:tmpl w:val="544EB54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66F0AFA"/>
    <w:multiLevelType w:val="hybridMultilevel"/>
    <w:tmpl w:val="32648C40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0BC5"/>
    <w:multiLevelType w:val="multilevel"/>
    <w:tmpl w:val="F08841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2" w15:restartNumberingAfterBreak="0">
    <w:nsid w:val="685D0BD1"/>
    <w:multiLevelType w:val="multilevel"/>
    <w:tmpl w:val="FB12A5E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39C7F73"/>
    <w:multiLevelType w:val="multilevel"/>
    <w:tmpl w:val="5498CC7E"/>
    <w:lvl w:ilvl="0">
      <w:start w:val="1"/>
      <w:numFmt w:val="decimal"/>
      <w:lvlText w:val="%1."/>
      <w:lvlJc w:val="left"/>
      <w:pPr>
        <w:tabs>
          <w:tab w:val="num" w:pos="851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4" w15:restartNumberingAfterBreak="0">
    <w:nsid w:val="74A0790F"/>
    <w:multiLevelType w:val="multilevel"/>
    <w:tmpl w:val="41780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25" w15:restartNumberingAfterBreak="0">
    <w:nsid w:val="7953428F"/>
    <w:multiLevelType w:val="hybridMultilevel"/>
    <w:tmpl w:val="ACB06DFE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25"/>
  </w:num>
  <w:num w:numId="8">
    <w:abstractNumId w:val="21"/>
  </w:num>
  <w:num w:numId="9">
    <w:abstractNumId w:val="10"/>
  </w:num>
  <w:num w:numId="10">
    <w:abstractNumId w:val="11"/>
  </w:num>
  <w:num w:numId="11">
    <w:abstractNumId w:val="13"/>
  </w:num>
  <w:num w:numId="12">
    <w:abstractNumId w:val="23"/>
  </w:num>
  <w:num w:numId="13">
    <w:abstractNumId w:val="17"/>
  </w:num>
  <w:num w:numId="14">
    <w:abstractNumId w:val="18"/>
  </w:num>
  <w:num w:numId="15">
    <w:abstractNumId w:val="24"/>
  </w:num>
  <w:num w:numId="1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284"/>
          </w:tabs>
          <w:ind w:left="0" w:firstLine="0"/>
        </w:pPr>
        <w:rPr>
          <w:rFonts w:ascii="Times New Roman" w:hAnsi="Times New Roman" w:hint="default"/>
          <w:b/>
          <w:i w:val="0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284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2160"/>
          </w:tabs>
          <w:ind w:left="2160" w:hanging="180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520"/>
          </w:tabs>
          <w:ind w:left="2520" w:hanging="2160"/>
        </w:pPr>
        <w:rPr>
          <w:rFonts w:hint="default"/>
        </w:rPr>
      </w:lvl>
    </w:lvlOverride>
  </w:num>
  <w:num w:numId="17">
    <w:abstractNumId w:val="14"/>
  </w:num>
  <w:num w:numId="18">
    <w:abstractNumId w:val="20"/>
  </w:num>
  <w:num w:numId="19">
    <w:abstractNumId w:val="0"/>
  </w:num>
  <w:num w:numId="20">
    <w:abstractNumId w:val="8"/>
  </w:num>
  <w:num w:numId="21">
    <w:abstractNumId w:val="1"/>
  </w:num>
  <w:num w:numId="22">
    <w:abstractNumId w:val="7"/>
  </w:num>
  <w:num w:numId="23">
    <w:abstractNumId w:val="5"/>
  </w:num>
  <w:num w:numId="24">
    <w:abstractNumId w:val="9"/>
  </w:num>
  <w:num w:numId="25">
    <w:abstractNumId w:val="15"/>
  </w:num>
  <w:num w:numId="26">
    <w:abstractNumId w:val="16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490"/>
    <w:rsid w:val="00036B80"/>
    <w:rsid w:val="000422A9"/>
    <w:rsid w:val="000435B4"/>
    <w:rsid w:val="0004385A"/>
    <w:rsid w:val="0005270D"/>
    <w:rsid w:val="00053616"/>
    <w:rsid w:val="0006217E"/>
    <w:rsid w:val="0006393C"/>
    <w:rsid w:val="0006509D"/>
    <w:rsid w:val="00067EF9"/>
    <w:rsid w:val="0007680A"/>
    <w:rsid w:val="00084163"/>
    <w:rsid w:val="00084272"/>
    <w:rsid w:val="00096AE8"/>
    <w:rsid w:val="000A2472"/>
    <w:rsid w:val="000A4A35"/>
    <w:rsid w:val="000B0B6C"/>
    <w:rsid w:val="000C02BF"/>
    <w:rsid w:val="000D17C9"/>
    <w:rsid w:val="000D4F6D"/>
    <w:rsid w:val="000E1865"/>
    <w:rsid w:val="000E5B2E"/>
    <w:rsid w:val="000F235F"/>
    <w:rsid w:val="000F64D5"/>
    <w:rsid w:val="001035F9"/>
    <w:rsid w:val="00103F00"/>
    <w:rsid w:val="00116F1C"/>
    <w:rsid w:val="001257BD"/>
    <w:rsid w:val="00150C37"/>
    <w:rsid w:val="00163839"/>
    <w:rsid w:val="00167450"/>
    <w:rsid w:val="001734D8"/>
    <w:rsid w:val="001848B4"/>
    <w:rsid w:val="0018730D"/>
    <w:rsid w:val="0019260F"/>
    <w:rsid w:val="001A0FBA"/>
    <w:rsid w:val="001A6F35"/>
    <w:rsid w:val="001A7B2E"/>
    <w:rsid w:val="001B600D"/>
    <w:rsid w:val="001C7E90"/>
    <w:rsid w:val="001D3FC2"/>
    <w:rsid w:val="001D7272"/>
    <w:rsid w:val="001E0099"/>
    <w:rsid w:val="001E6CED"/>
    <w:rsid w:val="001F5D1D"/>
    <w:rsid w:val="001F5DF1"/>
    <w:rsid w:val="00205BCE"/>
    <w:rsid w:val="002114A9"/>
    <w:rsid w:val="00213E45"/>
    <w:rsid w:val="00221B8A"/>
    <w:rsid w:val="00232FD6"/>
    <w:rsid w:val="00233CB1"/>
    <w:rsid w:val="0025669A"/>
    <w:rsid w:val="0027209F"/>
    <w:rsid w:val="002804A4"/>
    <w:rsid w:val="00282DB8"/>
    <w:rsid w:val="00291383"/>
    <w:rsid w:val="002919E0"/>
    <w:rsid w:val="002B1B35"/>
    <w:rsid w:val="002C277C"/>
    <w:rsid w:val="002E06C0"/>
    <w:rsid w:val="002E399B"/>
    <w:rsid w:val="003001D6"/>
    <w:rsid w:val="003003F4"/>
    <w:rsid w:val="00316197"/>
    <w:rsid w:val="0032097F"/>
    <w:rsid w:val="00336B27"/>
    <w:rsid w:val="00344D10"/>
    <w:rsid w:val="0035357D"/>
    <w:rsid w:val="00357E0D"/>
    <w:rsid w:val="00363954"/>
    <w:rsid w:val="0037012A"/>
    <w:rsid w:val="003770AC"/>
    <w:rsid w:val="0038451C"/>
    <w:rsid w:val="003847C2"/>
    <w:rsid w:val="003A0111"/>
    <w:rsid w:val="003C2877"/>
    <w:rsid w:val="003C54FF"/>
    <w:rsid w:val="003C5D44"/>
    <w:rsid w:val="003D1E54"/>
    <w:rsid w:val="003E3B18"/>
    <w:rsid w:val="003E5DDD"/>
    <w:rsid w:val="003E648E"/>
    <w:rsid w:val="003E6837"/>
    <w:rsid w:val="003E7BAB"/>
    <w:rsid w:val="003F1152"/>
    <w:rsid w:val="003F14F4"/>
    <w:rsid w:val="003F2F14"/>
    <w:rsid w:val="0040157F"/>
    <w:rsid w:val="0040677A"/>
    <w:rsid w:val="00424151"/>
    <w:rsid w:val="00434E15"/>
    <w:rsid w:val="00440FC6"/>
    <w:rsid w:val="0044482F"/>
    <w:rsid w:val="004476B2"/>
    <w:rsid w:val="00457E0C"/>
    <w:rsid w:val="00472146"/>
    <w:rsid w:val="00473AD7"/>
    <w:rsid w:val="00473EB8"/>
    <w:rsid w:val="00474584"/>
    <w:rsid w:val="0048198C"/>
    <w:rsid w:val="00483955"/>
    <w:rsid w:val="0049329C"/>
    <w:rsid w:val="004963C3"/>
    <w:rsid w:val="004A3543"/>
    <w:rsid w:val="004A6D7B"/>
    <w:rsid w:val="004B1A48"/>
    <w:rsid w:val="004B2FD0"/>
    <w:rsid w:val="004C38EA"/>
    <w:rsid w:val="004F7693"/>
    <w:rsid w:val="004F7E12"/>
    <w:rsid w:val="005137F9"/>
    <w:rsid w:val="00517289"/>
    <w:rsid w:val="00523803"/>
    <w:rsid w:val="0052453C"/>
    <w:rsid w:val="005279E2"/>
    <w:rsid w:val="00532369"/>
    <w:rsid w:val="00534C41"/>
    <w:rsid w:val="005427DB"/>
    <w:rsid w:val="00545C26"/>
    <w:rsid w:val="00546527"/>
    <w:rsid w:val="0054785A"/>
    <w:rsid w:val="005512F5"/>
    <w:rsid w:val="005519DF"/>
    <w:rsid w:val="00566020"/>
    <w:rsid w:val="00590021"/>
    <w:rsid w:val="005924F6"/>
    <w:rsid w:val="00592D02"/>
    <w:rsid w:val="00597CCC"/>
    <w:rsid w:val="005A46CF"/>
    <w:rsid w:val="005A667B"/>
    <w:rsid w:val="005A73C8"/>
    <w:rsid w:val="005D0B95"/>
    <w:rsid w:val="005D0CAF"/>
    <w:rsid w:val="005E1AD8"/>
    <w:rsid w:val="005E3206"/>
    <w:rsid w:val="005E7B48"/>
    <w:rsid w:val="005F20FC"/>
    <w:rsid w:val="005F2E86"/>
    <w:rsid w:val="006158FA"/>
    <w:rsid w:val="006357A6"/>
    <w:rsid w:val="00635922"/>
    <w:rsid w:val="00637490"/>
    <w:rsid w:val="00642E7C"/>
    <w:rsid w:val="0065237A"/>
    <w:rsid w:val="00652F3E"/>
    <w:rsid w:val="00654966"/>
    <w:rsid w:val="00654A8E"/>
    <w:rsid w:val="00664F76"/>
    <w:rsid w:val="0067083A"/>
    <w:rsid w:val="00671900"/>
    <w:rsid w:val="00671EAF"/>
    <w:rsid w:val="006771E1"/>
    <w:rsid w:val="006820DF"/>
    <w:rsid w:val="006A4DB2"/>
    <w:rsid w:val="006A709A"/>
    <w:rsid w:val="006B416D"/>
    <w:rsid w:val="006B6D38"/>
    <w:rsid w:val="006C6BDB"/>
    <w:rsid w:val="006E747F"/>
    <w:rsid w:val="006F0157"/>
    <w:rsid w:val="006F1022"/>
    <w:rsid w:val="006F4148"/>
    <w:rsid w:val="006F49E4"/>
    <w:rsid w:val="006F7D16"/>
    <w:rsid w:val="00725301"/>
    <w:rsid w:val="007255AA"/>
    <w:rsid w:val="007270E1"/>
    <w:rsid w:val="00732C02"/>
    <w:rsid w:val="00733069"/>
    <w:rsid w:val="00740533"/>
    <w:rsid w:val="007449A5"/>
    <w:rsid w:val="007466DD"/>
    <w:rsid w:val="00751F66"/>
    <w:rsid w:val="007537D4"/>
    <w:rsid w:val="00755307"/>
    <w:rsid w:val="007613F4"/>
    <w:rsid w:val="007641CC"/>
    <w:rsid w:val="007678BC"/>
    <w:rsid w:val="00771410"/>
    <w:rsid w:val="00771C3A"/>
    <w:rsid w:val="007A3A01"/>
    <w:rsid w:val="007B39F2"/>
    <w:rsid w:val="007B6333"/>
    <w:rsid w:val="007B7110"/>
    <w:rsid w:val="007C3C1F"/>
    <w:rsid w:val="007C4C8F"/>
    <w:rsid w:val="007D43B5"/>
    <w:rsid w:val="007E2BAE"/>
    <w:rsid w:val="007E37AE"/>
    <w:rsid w:val="007F0AF6"/>
    <w:rsid w:val="007F3562"/>
    <w:rsid w:val="0080103D"/>
    <w:rsid w:val="00805054"/>
    <w:rsid w:val="00811211"/>
    <w:rsid w:val="00811379"/>
    <w:rsid w:val="00824943"/>
    <w:rsid w:val="00824CBA"/>
    <w:rsid w:val="00825249"/>
    <w:rsid w:val="00844C90"/>
    <w:rsid w:val="00846D33"/>
    <w:rsid w:val="008526F0"/>
    <w:rsid w:val="00853A0D"/>
    <w:rsid w:val="00857C6C"/>
    <w:rsid w:val="00872E3B"/>
    <w:rsid w:val="008774B1"/>
    <w:rsid w:val="008A1C33"/>
    <w:rsid w:val="008A1CE9"/>
    <w:rsid w:val="008B5DC8"/>
    <w:rsid w:val="008B72F1"/>
    <w:rsid w:val="008C26E6"/>
    <w:rsid w:val="008C7744"/>
    <w:rsid w:val="008F0B72"/>
    <w:rsid w:val="008F27DC"/>
    <w:rsid w:val="008F76D0"/>
    <w:rsid w:val="0091069E"/>
    <w:rsid w:val="00917C3E"/>
    <w:rsid w:val="00930615"/>
    <w:rsid w:val="00930D79"/>
    <w:rsid w:val="00942AFC"/>
    <w:rsid w:val="00951565"/>
    <w:rsid w:val="009568C1"/>
    <w:rsid w:val="009663EA"/>
    <w:rsid w:val="00990625"/>
    <w:rsid w:val="00990C83"/>
    <w:rsid w:val="00992C4C"/>
    <w:rsid w:val="009A2E0F"/>
    <w:rsid w:val="009A417F"/>
    <w:rsid w:val="009B69AD"/>
    <w:rsid w:val="009B782F"/>
    <w:rsid w:val="009C1300"/>
    <w:rsid w:val="009C24FF"/>
    <w:rsid w:val="009C7786"/>
    <w:rsid w:val="009E1F8E"/>
    <w:rsid w:val="009E382F"/>
    <w:rsid w:val="009F2A72"/>
    <w:rsid w:val="00A1592F"/>
    <w:rsid w:val="00A16694"/>
    <w:rsid w:val="00A26C86"/>
    <w:rsid w:val="00A31E20"/>
    <w:rsid w:val="00A35A45"/>
    <w:rsid w:val="00A37F76"/>
    <w:rsid w:val="00A51261"/>
    <w:rsid w:val="00A51C77"/>
    <w:rsid w:val="00A52458"/>
    <w:rsid w:val="00A52EB4"/>
    <w:rsid w:val="00A60A89"/>
    <w:rsid w:val="00A61FE2"/>
    <w:rsid w:val="00A77431"/>
    <w:rsid w:val="00AA36B0"/>
    <w:rsid w:val="00AA5341"/>
    <w:rsid w:val="00AB0003"/>
    <w:rsid w:val="00AB3F10"/>
    <w:rsid w:val="00AB5DAB"/>
    <w:rsid w:val="00AB74FD"/>
    <w:rsid w:val="00AC7420"/>
    <w:rsid w:val="00AD0E27"/>
    <w:rsid w:val="00AE2696"/>
    <w:rsid w:val="00B02D2C"/>
    <w:rsid w:val="00B0503F"/>
    <w:rsid w:val="00B22810"/>
    <w:rsid w:val="00B26585"/>
    <w:rsid w:val="00B26CD5"/>
    <w:rsid w:val="00B30247"/>
    <w:rsid w:val="00B37C14"/>
    <w:rsid w:val="00B61F70"/>
    <w:rsid w:val="00B64B29"/>
    <w:rsid w:val="00B676DC"/>
    <w:rsid w:val="00B87CD3"/>
    <w:rsid w:val="00B87DD5"/>
    <w:rsid w:val="00B94663"/>
    <w:rsid w:val="00B957F8"/>
    <w:rsid w:val="00BA5A7C"/>
    <w:rsid w:val="00BB51DC"/>
    <w:rsid w:val="00BB6809"/>
    <w:rsid w:val="00BC0D0B"/>
    <w:rsid w:val="00BD3F7C"/>
    <w:rsid w:val="00BE55BA"/>
    <w:rsid w:val="00BF766C"/>
    <w:rsid w:val="00C049BD"/>
    <w:rsid w:val="00C07547"/>
    <w:rsid w:val="00C201B3"/>
    <w:rsid w:val="00C20EC7"/>
    <w:rsid w:val="00C217CD"/>
    <w:rsid w:val="00C25B68"/>
    <w:rsid w:val="00C26D3D"/>
    <w:rsid w:val="00C430D7"/>
    <w:rsid w:val="00C53DF6"/>
    <w:rsid w:val="00C60A6C"/>
    <w:rsid w:val="00C65D59"/>
    <w:rsid w:val="00C74129"/>
    <w:rsid w:val="00C856CA"/>
    <w:rsid w:val="00CA4774"/>
    <w:rsid w:val="00CB05AC"/>
    <w:rsid w:val="00CB1DE5"/>
    <w:rsid w:val="00CB37F6"/>
    <w:rsid w:val="00CC3C03"/>
    <w:rsid w:val="00CD57DD"/>
    <w:rsid w:val="00CD5B4C"/>
    <w:rsid w:val="00CE5513"/>
    <w:rsid w:val="00CE7DEC"/>
    <w:rsid w:val="00D01BE7"/>
    <w:rsid w:val="00D024DB"/>
    <w:rsid w:val="00D02E44"/>
    <w:rsid w:val="00D10CBA"/>
    <w:rsid w:val="00D14158"/>
    <w:rsid w:val="00D23193"/>
    <w:rsid w:val="00D30642"/>
    <w:rsid w:val="00D367B7"/>
    <w:rsid w:val="00D36FAA"/>
    <w:rsid w:val="00D40840"/>
    <w:rsid w:val="00D41177"/>
    <w:rsid w:val="00D4190F"/>
    <w:rsid w:val="00D4202F"/>
    <w:rsid w:val="00D4388C"/>
    <w:rsid w:val="00D44C43"/>
    <w:rsid w:val="00D45F75"/>
    <w:rsid w:val="00D72D15"/>
    <w:rsid w:val="00D97526"/>
    <w:rsid w:val="00DB7F1B"/>
    <w:rsid w:val="00DC4A8F"/>
    <w:rsid w:val="00DD6741"/>
    <w:rsid w:val="00DE2380"/>
    <w:rsid w:val="00DE4AED"/>
    <w:rsid w:val="00DF497E"/>
    <w:rsid w:val="00DF49AF"/>
    <w:rsid w:val="00DF5BFE"/>
    <w:rsid w:val="00DF6257"/>
    <w:rsid w:val="00DF68BF"/>
    <w:rsid w:val="00E057EB"/>
    <w:rsid w:val="00E169F4"/>
    <w:rsid w:val="00E26C2A"/>
    <w:rsid w:val="00E36F5B"/>
    <w:rsid w:val="00E40034"/>
    <w:rsid w:val="00E42E35"/>
    <w:rsid w:val="00E517E1"/>
    <w:rsid w:val="00E762D2"/>
    <w:rsid w:val="00E834B3"/>
    <w:rsid w:val="00E83EBB"/>
    <w:rsid w:val="00E93F9B"/>
    <w:rsid w:val="00EB37F8"/>
    <w:rsid w:val="00EB7034"/>
    <w:rsid w:val="00ED1DD3"/>
    <w:rsid w:val="00ED62A0"/>
    <w:rsid w:val="00EE1D3D"/>
    <w:rsid w:val="00EE230D"/>
    <w:rsid w:val="00EE6A8D"/>
    <w:rsid w:val="00EF468E"/>
    <w:rsid w:val="00EF6F96"/>
    <w:rsid w:val="00F165A9"/>
    <w:rsid w:val="00F22E11"/>
    <w:rsid w:val="00F25F8B"/>
    <w:rsid w:val="00F30619"/>
    <w:rsid w:val="00F307B0"/>
    <w:rsid w:val="00F3086C"/>
    <w:rsid w:val="00F54986"/>
    <w:rsid w:val="00F67FF5"/>
    <w:rsid w:val="00F70BFF"/>
    <w:rsid w:val="00F95D3E"/>
    <w:rsid w:val="00FA4C19"/>
    <w:rsid w:val="00FB0380"/>
    <w:rsid w:val="00FC120D"/>
    <w:rsid w:val="00FD067B"/>
    <w:rsid w:val="00FD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5D9D07"/>
  <w15:docId w15:val="{C1A247A2-04E9-4934-93E1-B2ABF984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3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4482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44482F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eastAsia="en-US"/>
    </w:rPr>
  </w:style>
  <w:style w:type="paragraph" w:styleId="BodyTextIndent">
    <w:name w:val="Body Text Indent"/>
    <w:basedOn w:val="Normal"/>
    <w:pPr>
      <w:ind w:left="720"/>
      <w:jc w:val="both"/>
    </w:pPr>
  </w:style>
  <w:style w:type="paragraph" w:styleId="BodyText2">
    <w:name w:val="Body Text 2"/>
    <w:basedOn w:val="Normal"/>
    <w:pPr>
      <w:jc w:val="both"/>
    </w:pPr>
    <w:rPr>
      <w:sz w:val="22"/>
    </w:rPr>
  </w:style>
  <w:style w:type="paragraph" w:styleId="BodyTextIndent2">
    <w:name w:val="Body Text Indent 2"/>
    <w:basedOn w:val="Normal"/>
    <w:pPr>
      <w:ind w:left="720"/>
      <w:jc w:val="both"/>
    </w:pPr>
    <w:rPr>
      <w:sz w:val="20"/>
    </w:rPr>
  </w:style>
  <w:style w:type="paragraph" w:styleId="BodyTextIndent3">
    <w:name w:val="Body Text Indent 3"/>
    <w:basedOn w:val="Normal"/>
    <w:pPr>
      <w:ind w:left="720"/>
      <w:jc w:val="both"/>
    </w:pPr>
    <w:rPr>
      <w:sz w:val="18"/>
    </w:rPr>
  </w:style>
  <w:style w:type="character" w:styleId="Hyperlink">
    <w:name w:val="Hyperlink"/>
    <w:rsid w:val="00990625"/>
    <w:rPr>
      <w:color w:val="0000FF"/>
      <w:u w:val="single"/>
    </w:rPr>
  </w:style>
  <w:style w:type="character" w:styleId="Strong">
    <w:name w:val="Strong"/>
    <w:qFormat/>
    <w:rsid w:val="00084272"/>
    <w:rPr>
      <w:b/>
      <w:bCs/>
    </w:rPr>
  </w:style>
  <w:style w:type="table" w:styleId="TableGrid">
    <w:name w:val="Table Grid"/>
    <w:basedOn w:val="TableNormal"/>
    <w:uiPriority w:val="59"/>
    <w:rsid w:val="00D10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353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5357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A1592F"/>
    <w:pPr>
      <w:jc w:val="center"/>
    </w:pPr>
    <w:rPr>
      <w:b/>
      <w:bCs/>
      <w:lang w:eastAsia="en-US"/>
    </w:rPr>
  </w:style>
  <w:style w:type="character" w:customStyle="1" w:styleId="TitleChar">
    <w:name w:val="Title Char"/>
    <w:link w:val="Title"/>
    <w:rsid w:val="00A1592F"/>
    <w:rPr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rsid w:val="001B600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1B600D"/>
    <w:rPr>
      <w:sz w:val="24"/>
      <w:szCs w:val="24"/>
    </w:rPr>
  </w:style>
  <w:style w:type="paragraph" w:styleId="Footer">
    <w:name w:val="footer"/>
    <w:basedOn w:val="Normal"/>
    <w:link w:val="FooterChar"/>
    <w:rsid w:val="001B600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1B600D"/>
    <w:rPr>
      <w:sz w:val="24"/>
      <w:szCs w:val="24"/>
    </w:rPr>
  </w:style>
  <w:style w:type="character" w:styleId="PageNumber">
    <w:name w:val="page number"/>
    <w:rsid w:val="001B600D"/>
  </w:style>
  <w:style w:type="paragraph" w:styleId="ListParagraph">
    <w:name w:val="List Paragraph"/>
    <w:basedOn w:val="Normal"/>
    <w:qFormat/>
    <w:rsid w:val="002C277C"/>
    <w:pPr>
      <w:ind w:left="708"/>
    </w:pPr>
  </w:style>
  <w:style w:type="character" w:customStyle="1" w:styleId="Heading3Char">
    <w:name w:val="Heading 3 Char"/>
    <w:link w:val="Heading3"/>
    <w:semiHidden/>
    <w:rsid w:val="0044482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link w:val="Heading6"/>
    <w:rsid w:val="0044482F"/>
    <w:rPr>
      <w:rFonts w:ascii="Calibri" w:eastAsia="Times New Roman" w:hAnsi="Calibri" w:cs="Times New Roman"/>
      <w:b/>
      <w:bCs/>
      <w:sz w:val="22"/>
      <w:szCs w:val="22"/>
    </w:rPr>
  </w:style>
  <w:style w:type="character" w:styleId="CommentReference">
    <w:name w:val="annotation reference"/>
    <w:rsid w:val="00B37C1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37C1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37C14"/>
  </w:style>
  <w:style w:type="paragraph" w:styleId="CommentSubject">
    <w:name w:val="annotation subject"/>
    <w:basedOn w:val="CommentText"/>
    <w:next w:val="CommentText"/>
    <w:link w:val="CommentSubjectChar"/>
    <w:rsid w:val="00B37C14"/>
    <w:rPr>
      <w:b/>
      <w:bCs/>
    </w:rPr>
  </w:style>
  <w:style w:type="character" w:customStyle="1" w:styleId="CommentSubjectChar">
    <w:name w:val="Comment Subject Char"/>
    <w:link w:val="CommentSubject"/>
    <w:rsid w:val="00B37C14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232FD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32FD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dur1001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einar.juuse@rmk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num\AppData\Local\Temp\rmk%20omanikuj&#228;relevalve%20le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0467B-9AC5-4E25-956D-CC2D1B8C5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omanikujärelevalve leping.dotx</Template>
  <TotalTime>1</TotalTime>
  <Pages>5</Pages>
  <Words>1725</Words>
  <Characters>10010</Characters>
  <Application>Microsoft Office Word</Application>
  <DocSecurity>0</DocSecurity>
  <Lines>83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Ehitustöövôtu leping  nr</vt:lpstr>
      <vt:lpstr>Ehitustöövôtu leping  nr</vt:lpstr>
      <vt:lpstr>Ehitustöövôtu leping  nr</vt:lpstr>
    </vt:vector>
  </TitlesOfParts>
  <Company>rmk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Ehitustöövôtu leping  nr</dc:title>
  <dc:creator>Tõnu Must</dc:creator>
  <cp:lastModifiedBy>Eldur Kalmann</cp:lastModifiedBy>
  <cp:revision>2</cp:revision>
  <cp:lastPrinted>2013-03-12T11:00:00Z</cp:lastPrinted>
  <dcterms:created xsi:type="dcterms:W3CDTF">2022-01-25T15:04:00Z</dcterms:created>
  <dcterms:modified xsi:type="dcterms:W3CDTF">2022-01-25T15:04:00Z</dcterms:modified>
</cp:coreProperties>
</file>